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0A4" w:rsidRPr="004C00CA" w:rsidRDefault="000E40A4" w:rsidP="007E1676">
      <w:pPr>
        <w:spacing w:after="0" w:line="240" w:lineRule="auto"/>
        <w:jc w:val="right"/>
        <w:rPr>
          <w:rFonts w:ascii="Times New Roman" w:hAnsi="Times New Roman"/>
          <w:b/>
          <w:i/>
          <w:sz w:val="28"/>
          <w:szCs w:val="28"/>
        </w:rPr>
      </w:pPr>
      <w:r>
        <w:rPr>
          <w:rFonts w:ascii="Times New Roman" w:hAnsi="Times New Roman"/>
          <w:b/>
          <w:i/>
          <w:sz w:val="28"/>
          <w:szCs w:val="28"/>
        </w:rPr>
        <w:t xml:space="preserve">                                              </w:t>
      </w:r>
    </w:p>
    <w:p w:rsidR="000E40A4" w:rsidRPr="00266D8F" w:rsidRDefault="000E40A4" w:rsidP="007E1676">
      <w:pPr>
        <w:spacing w:after="0" w:line="240" w:lineRule="auto"/>
        <w:jc w:val="center"/>
        <w:rPr>
          <w:rFonts w:ascii="Arial" w:hAnsi="Arial" w:cs="Arial"/>
          <w:b/>
          <w:sz w:val="32"/>
          <w:szCs w:val="32"/>
        </w:rPr>
      </w:pPr>
      <w:r w:rsidRPr="00266D8F">
        <w:rPr>
          <w:rFonts w:ascii="Arial" w:hAnsi="Arial" w:cs="Arial"/>
          <w:b/>
          <w:sz w:val="32"/>
          <w:szCs w:val="32"/>
        </w:rPr>
        <w:t>СОБРАНИЕ ДЕПУТАТОВ</w:t>
      </w:r>
    </w:p>
    <w:p w:rsidR="000E40A4" w:rsidRPr="00266D8F" w:rsidRDefault="000E40A4" w:rsidP="007E1676">
      <w:pPr>
        <w:spacing w:after="0" w:line="240" w:lineRule="auto"/>
        <w:jc w:val="center"/>
        <w:rPr>
          <w:rFonts w:ascii="Arial" w:hAnsi="Arial" w:cs="Arial"/>
          <w:b/>
          <w:sz w:val="32"/>
          <w:szCs w:val="32"/>
        </w:rPr>
      </w:pPr>
      <w:r w:rsidRPr="00266D8F">
        <w:rPr>
          <w:rFonts w:ascii="Arial" w:hAnsi="Arial" w:cs="Arial"/>
          <w:b/>
          <w:sz w:val="32"/>
          <w:szCs w:val="32"/>
        </w:rPr>
        <w:t>ГОРОДА</w:t>
      </w:r>
      <w:r>
        <w:rPr>
          <w:rFonts w:ascii="Arial" w:hAnsi="Arial" w:cs="Arial"/>
          <w:b/>
          <w:sz w:val="32"/>
          <w:szCs w:val="32"/>
        </w:rPr>
        <w:t xml:space="preserve"> </w:t>
      </w:r>
      <w:r w:rsidRPr="00266D8F">
        <w:rPr>
          <w:rFonts w:ascii="Arial" w:hAnsi="Arial" w:cs="Arial"/>
          <w:b/>
          <w:sz w:val="32"/>
          <w:szCs w:val="32"/>
        </w:rPr>
        <w:t>ФАТЕЖА</w:t>
      </w:r>
    </w:p>
    <w:p w:rsidR="000E40A4" w:rsidRPr="00266D8F" w:rsidRDefault="000E40A4" w:rsidP="007E1676">
      <w:pPr>
        <w:spacing w:after="0" w:line="240" w:lineRule="auto"/>
        <w:jc w:val="center"/>
        <w:rPr>
          <w:rFonts w:ascii="Arial" w:hAnsi="Arial" w:cs="Arial"/>
          <w:b/>
          <w:sz w:val="32"/>
          <w:szCs w:val="32"/>
        </w:rPr>
      </w:pPr>
      <w:r w:rsidRPr="00266D8F">
        <w:rPr>
          <w:rFonts w:ascii="Arial" w:hAnsi="Arial" w:cs="Arial"/>
          <w:b/>
          <w:sz w:val="32"/>
          <w:szCs w:val="32"/>
        </w:rPr>
        <w:t xml:space="preserve">ФАТЕЖСКОГО РАЙОНА </w:t>
      </w:r>
    </w:p>
    <w:p w:rsidR="000E40A4" w:rsidRPr="00266D8F" w:rsidRDefault="000E40A4" w:rsidP="007E1676">
      <w:pPr>
        <w:spacing w:after="0" w:line="240" w:lineRule="auto"/>
        <w:jc w:val="center"/>
        <w:rPr>
          <w:rFonts w:ascii="Arial" w:hAnsi="Arial" w:cs="Arial"/>
          <w:b/>
          <w:sz w:val="32"/>
          <w:szCs w:val="32"/>
        </w:rPr>
      </w:pPr>
      <w:r w:rsidRPr="00266D8F">
        <w:rPr>
          <w:rFonts w:ascii="Arial" w:hAnsi="Arial" w:cs="Arial"/>
          <w:b/>
          <w:sz w:val="32"/>
          <w:szCs w:val="32"/>
        </w:rPr>
        <w:t>КУРСКОЙ ОБЛАСТИ</w:t>
      </w:r>
    </w:p>
    <w:p w:rsidR="000E40A4" w:rsidRPr="00266D8F" w:rsidRDefault="000E40A4" w:rsidP="007E1676">
      <w:pPr>
        <w:spacing w:after="0" w:line="240" w:lineRule="auto"/>
        <w:jc w:val="center"/>
        <w:rPr>
          <w:rFonts w:ascii="Arial" w:hAnsi="Arial" w:cs="Arial"/>
          <w:b/>
          <w:sz w:val="32"/>
          <w:szCs w:val="32"/>
        </w:rPr>
      </w:pPr>
    </w:p>
    <w:p w:rsidR="000E40A4" w:rsidRPr="00266D8F" w:rsidRDefault="000E40A4" w:rsidP="007E1676">
      <w:pPr>
        <w:spacing w:after="0" w:line="240" w:lineRule="auto"/>
        <w:jc w:val="center"/>
        <w:rPr>
          <w:rFonts w:ascii="Arial" w:hAnsi="Arial" w:cs="Arial"/>
          <w:b/>
          <w:sz w:val="32"/>
          <w:szCs w:val="32"/>
        </w:rPr>
      </w:pPr>
      <w:r w:rsidRPr="00266D8F">
        <w:rPr>
          <w:rFonts w:ascii="Arial" w:hAnsi="Arial" w:cs="Arial"/>
          <w:b/>
          <w:sz w:val="32"/>
          <w:szCs w:val="32"/>
        </w:rPr>
        <w:t>РЕШЕНИЕ</w:t>
      </w:r>
    </w:p>
    <w:p w:rsidR="000E40A4" w:rsidRPr="00266D8F" w:rsidRDefault="000E40A4" w:rsidP="007E1676">
      <w:pPr>
        <w:spacing w:after="0" w:line="240" w:lineRule="auto"/>
        <w:jc w:val="center"/>
        <w:rPr>
          <w:rFonts w:ascii="Arial" w:hAnsi="Arial" w:cs="Arial"/>
          <w:b/>
          <w:sz w:val="32"/>
          <w:szCs w:val="32"/>
        </w:rPr>
      </w:pPr>
      <w:r w:rsidRPr="00266D8F">
        <w:rPr>
          <w:rFonts w:ascii="Arial" w:hAnsi="Arial" w:cs="Arial"/>
          <w:b/>
          <w:sz w:val="32"/>
          <w:szCs w:val="32"/>
        </w:rPr>
        <w:t>от 06 февраля 2017 года №</w:t>
      </w:r>
      <w:r>
        <w:rPr>
          <w:rFonts w:ascii="Arial" w:hAnsi="Arial" w:cs="Arial"/>
          <w:b/>
          <w:sz w:val="32"/>
          <w:szCs w:val="32"/>
        </w:rPr>
        <w:t>7</w:t>
      </w:r>
    </w:p>
    <w:p w:rsidR="000E40A4" w:rsidRPr="00266D8F" w:rsidRDefault="000E40A4" w:rsidP="007E1676">
      <w:pPr>
        <w:spacing w:after="0" w:line="240" w:lineRule="auto"/>
        <w:rPr>
          <w:rFonts w:ascii="Arial" w:hAnsi="Arial" w:cs="Arial"/>
          <w:b/>
          <w:sz w:val="32"/>
          <w:szCs w:val="32"/>
        </w:rPr>
      </w:pPr>
    </w:p>
    <w:p w:rsidR="000E40A4" w:rsidRPr="00266D8F" w:rsidRDefault="000E40A4" w:rsidP="00266D8F">
      <w:pPr>
        <w:spacing w:after="0" w:line="240" w:lineRule="auto"/>
        <w:jc w:val="center"/>
        <w:rPr>
          <w:rFonts w:ascii="Arial" w:hAnsi="Arial" w:cs="Arial"/>
          <w:b/>
          <w:sz w:val="32"/>
          <w:szCs w:val="32"/>
        </w:rPr>
      </w:pPr>
      <w:r w:rsidRPr="00266D8F">
        <w:rPr>
          <w:rFonts w:ascii="Arial" w:hAnsi="Arial" w:cs="Arial"/>
          <w:b/>
          <w:sz w:val="32"/>
          <w:szCs w:val="32"/>
        </w:rPr>
        <w:t>Об утверждении Порядка проведения конкурса по отбору кандидатур на должность Главы города Фатежа</w:t>
      </w:r>
    </w:p>
    <w:p w:rsidR="000E40A4" w:rsidRPr="00266D8F" w:rsidRDefault="000E40A4" w:rsidP="00266D8F">
      <w:pPr>
        <w:spacing w:after="0" w:line="240" w:lineRule="auto"/>
        <w:jc w:val="center"/>
        <w:rPr>
          <w:rFonts w:ascii="Arial" w:hAnsi="Arial" w:cs="Arial"/>
          <w:sz w:val="28"/>
          <w:szCs w:val="28"/>
        </w:rPr>
      </w:pPr>
    </w:p>
    <w:p w:rsidR="000E40A4" w:rsidRPr="004C00CA" w:rsidRDefault="000E40A4" w:rsidP="007E1676">
      <w:pPr>
        <w:spacing w:after="0" w:line="240" w:lineRule="auto"/>
        <w:jc w:val="both"/>
        <w:rPr>
          <w:rFonts w:ascii="Times New Roman" w:hAnsi="Times New Roman"/>
          <w:sz w:val="28"/>
          <w:szCs w:val="28"/>
        </w:rPr>
      </w:pPr>
    </w:p>
    <w:p w:rsidR="000E40A4" w:rsidRPr="004C00CA" w:rsidRDefault="000E40A4" w:rsidP="007E1676">
      <w:pPr>
        <w:spacing w:after="0" w:line="240" w:lineRule="auto"/>
        <w:jc w:val="both"/>
        <w:rPr>
          <w:rFonts w:ascii="Times New Roman" w:hAnsi="Times New Roman"/>
          <w:sz w:val="28"/>
          <w:szCs w:val="28"/>
        </w:rPr>
      </w:pPr>
    </w:p>
    <w:p w:rsidR="000E40A4" w:rsidRPr="00266D8F" w:rsidRDefault="000E40A4" w:rsidP="007E1676">
      <w:pPr>
        <w:spacing w:after="0" w:line="240" w:lineRule="auto"/>
        <w:ind w:firstLine="708"/>
        <w:jc w:val="both"/>
        <w:rPr>
          <w:rFonts w:ascii="Arial" w:hAnsi="Arial" w:cs="Arial"/>
          <w:sz w:val="24"/>
          <w:szCs w:val="24"/>
        </w:rPr>
      </w:pPr>
      <w:r w:rsidRPr="00266D8F">
        <w:rPr>
          <w:rFonts w:ascii="Arial" w:hAnsi="Arial" w:cs="Arial"/>
          <w:sz w:val="24"/>
          <w:szCs w:val="24"/>
        </w:rPr>
        <w:t>Руководствуясь статьей 36 Федерального закона от 6 октября 2003 года №131-ФЗ «Об общих принципах организации местного самоуправления в Российской Федерации»,  частью 2 статьи 1 Закона Курской области от 19.11.2014 №72-ЗКО «О порядке избрания, месте в системе органов местного самоуправления и сроках полномочий глав муниципальных образований», Уставом муниципального образования г.Фатеж, Собрание депутатов города Фатежа решило:</w:t>
      </w:r>
    </w:p>
    <w:p w:rsidR="000E40A4" w:rsidRPr="00266D8F" w:rsidRDefault="000E40A4" w:rsidP="007E1676">
      <w:pPr>
        <w:pStyle w:val="1"/>
        <w:numPr>
          <w:ilvl w:val="0"/>
          <w:numId w:val="1"/>
        </w:numPr>
        <w:tabs>
          <w:tab w:val="left" w:pos="1080"/>
          <w:tab w:val="left" w:pos="1260"/>
        </w:tabs>
        <w:spacing w:after="0" w:line="240" w:lineRule="auto"/>
        <w:ind w:left="0" w:firstLine="720"/>
        <w:jc w:val="both"/>
        <w:rPr>
          <w:rFonts w:ascii="Arial" w:hAnsi="Arial" w:cs="Arial"/>
          <w:sz w:val="24"/>
          <w:szCs w:val="24"/>
        </w:rPr>
      </w:pPr>
      <w:r w:rsidRPr="00266D8F">
        <w:rPr>
          <w:rFonts w:ascii="Arial" w:hAnsi="Arial" w:cs="Arial"/>
          <w:sz w:val="24"/>
          <w:szCs w:val="24"/>
        </w:rPr>
        <w:t>Утвердить Порядок проведения конкурса по отбору кандидатур на должность Главы города Фатежа.</w:t>
      </w:r>
    </w:p>
    <w:p w:rsidR="000E40A4" w:rsidRPr="00266D8F" w:rsidRDefault="000E40A4" w:rsidP="007E1676">
      <w:pPr>
        <w:pStyle w:val="1"/>
        <w:numPr>
          <w:ilvl w:val="0"/>
          <w:numId w:val="1"/>
        </w:numPr>
        <w:tabs>
          <w:tab w:val="left" w:pos="1080"/>
        </w:tabs>
        <w:spacing w:after="0" w:line="240" w:lineRule="auto"/>
        <w:ind w:left="0" w:firstLine="720"/>
        <w:jc w:val="both"/>
        <w:rPr>
          <w:rFonts w:ascii="Arial" w:hAnsi="Arial" w:cs="Arial"/>
          <w:sz w:val="24"/>
          <w:szCs w:val="24"/>
        </w:rPr>
      </w:pPr>
      <w:r w:rsidRPr="00266D8F">
        <w:rPr>
          <w:rFonts w:ascii="Arial" w:hAnsi="Arial" w:cs="Arial"/>
          <w:sz w:val="24"/>
          <w:szCs w:val="24"/>
        </w:rPr>
        <w:t>Настоящее решение вступает в силу со дня его официального опубликования (обнародования).</w:t>
      </w:r>
    </w:p>
    <w:p w:rsidR="000E40A4" w:rsidRPr="004C00CA" w:rsidRDefault="000E40A4" w:rsidP="007E1676">
      <w:pPr>
        <w:spacing w:after="0" w:line="240" w:lineRule="auto"/>
        <w:jc w:val="both"/>
        <w:rPr>
          <w:rFonts w:ascii="Times New Roman" w:hAnsi="Times New Roman"/>
          <w:sz w:val="28"/>
          <w:szCs w:val="28"/>
        </w:rPr>
      </w:pPr>
    </w:p>
    <w:p w:rsidR="000E40A4" w:rsidRPr="004C00CA" w:rsidRDefault="000E40A4" w:rsidP="007E1676">
      <w:pPr>
        <w:spacing w:after="0" w:line="240" w:lineRule="auto"/>
        <w:jc w:val="both"/>
        <w:rPr>
          <w:rFonts w:ascii="Times New Roman" w:hAnsi="Times New Roman"/>
          <w:sz w:val="28"/>
          <w:szCs w:val="28"/>
        </w:rPr>
      </w:pPr>
    </w:p>
    <w:p w:rsidR="000E40A4" w:rsidRPr="004C00CA" w:rsidRDefault="000E40A4" w:rsidP="007E1676">
      <w:pPr>
        <w:spacing w:after="0" w:line="240" w:lineRule="auto"/>
        <w:jc w:val="both"/>
        <w:rPr>
          <w:rFonts w:ascii="Times New Roman" w:hAnsi="Times New Roman"/>
          <w:sz w:val="28"/>
          <w:szCs w:val="28"/>
        </w:rPr>
      </w:pPr>
    </w:p>
    <w:p w:rsidR="000E40A4" w:rsidRDefault="000E40A4" w:rsidP="00266D8F">
      <w:pPr>
        <w:pStyle w:val="1"/>
        <w:tabs>
          <w:tab w:val="left" w:pos="1080"/>
        </w:tabs>
        <w:spacing w:after="0" w:line="240" w:lineRule="auto"/>
        <w:ind w:left="0"/>
        <w:jc w:val="both"/>
        <w:rPr>
          <w:rFonts w:ascii="Arial" w:hAnsi="Arial" w:cs="Arial"/>
          <w:sz w:val="24"/>
          <w:szCs w:val="24"/>
        </w:rPr>
      </w:pPr>
      <w:r>
        <w:rPr>
          <w:rFonts w:ascii="Arial" w:hAnsi="Arial" w:cs="Arial"/>
          <w:sz w:val="24"/>
          <w:szCs w:val="24"/>
        </w:rPr>
        <w:t xml:space="preserve">Председатель Собрания депутатов </w:t>
      </w:r>
    </w:p>
    <w:p w:rsidR="000E40A4" w:rsidRDefault="000E40A4" w:rsidP="00266D8F">
      <w:pPr>
        <w:pStyle w:val="1"/>
        <w:tabs>
          <w:tab w:val="left" w:pos="1080"/>
        </w:tabs>
        <w:spacing w:after="0" w:line="240" w:lineRule="auto"/>
        <w:ind w:left="0"/>
        <w:jc w:val="both"/>
        <w:rPr>
          <w:rFonts w:ascii="Arial" w:hAnsi="Arial" w:cs="Arial"/>
          <w:sz w:val="24"/>
          <w:szCs w:val="24"/>
        </w:rPr>
      </w:pPr>
      <w:r>
        <w:rPr>
          <w:rFonts w:ascii="Arial" w:hAnsi="Arial" w:cs="Arial"/>
          <w:sz w:val="24"/>
          <w:szCs w:val="24"/>
        </w:rPr>
        <w:t>города Фатежа                                                                             А.А.Евсюкова</w:t>
      </w:r>
    </w:p>
    <w:p w:rsidR="000E40A4" w:rsidRDefault="000E40A4" w:rsidP="00266D8F">
      <w:pPr>
        <w:pStyle w:val="1"/>
        <w:tabs>
          <w:tab w:val="left" w:pos="1080"/>
        </w:tabs>
        <w:spacing w:after="0" w:line="240" w:lineRule="auto"/>
        <w:ind w:left="0"/>
        <w:jc w:val="both"/>
        <w:rPr>
          <w:rFonts w:ascii="Arial" w:hAnsi="Arial" w:cs="Arial"/>
          <w:sz w:val="24"/>
          <w:szCs w:val="24"/>
        </w:rPr>
      </w:pPr>
    </w:p>
    <w:p w:rsidR="000E40A4" w:rsidRDefault="000E40A4" w:rsidP="00266D8F">
      <w:pPr>
        <w:pStyle w:val="1"/>
        <w:tabs>
          <w:tab w:val="left" w:pos="1080"/>
        </w:tabs>
        <w:spacing w:after="0" w:line="240" w:lineRule="auto"/>
        <w:ind w:left="0"/>
        <w:jc w:val="both"/>
        <w:rPr>
          <w:rFonts w:ascii="Arial" w:hAnsi="Arial" w:cs="Arial"/>
          <w:sz w:val="24"/>
          <w:szCs w:val="24"/>
        </w:rPr>
      </w:pPr>
      <w:r>
        <w:rPr>
          <w:rFonts w:ascii="Arial" w:hAnsi="Arial" w:cs="Arial"/>
          <w:sz w:val="24"/>
          <w:szCs w:val="24"/>
        </w:rPr>
        <w:t xml:space="preserve">Глава муниципального образования </w:t>
      </w:r>
    </w:p>
    <w:p w:rsidR="000E40A4" w:rsidRPr="00230BD8" w:rsidRDefault="000E40A4" w:rsidP="00266D8F">
      <w:pPr>
        <w:pStyle w:val="1"/>
        <w:tabs>
          <w:tab w:val="left" w:pos="1080"/>
        </w:tabs>
        <w:spacing w:after="0" w:line="240" w:lineRule="auto"/>
        <w:ind w:left="0"/>
        <w:jc w:val="both"/>
        <w:rPr>
          <w:rFonts w:ascii="Arial" w:hAnsi="Arial" w:cs="Arial"/>
          <w:sz w:val="24"/>
          <w:szCs w:val="24"/>
        </w:rPr>
      </w:pPr>
      <w:r>
        <w:rPr>
          <w:rFonts w:ascii="Arial" w:hAnsi="Arial" w:cs="Arial"/>
          <w:sz w:val="24"/>
          <w:szCs w:val="24"/>
        </w:rPr>
        <w:t>г.Фатеж                                                                                          А.И.Коклин</w:t>
      </w:r>
    </w:p>
    <w:p w:rsidR="000E40A4" w:rsidRPr="00230BD8" w:rsidRDefault="000E40A4" w:rsidP="00266D8F">
      <w:pPr>
        <w:spacing w:after="0" w:line="240" w:lineRule="auto"/>
        <w:jc w:val="both"/>
        <w:rPr>
          <w:rFonts w:ascii="Arial" w:hAnsi="Arial" w:cs="Arial"/>
          <w:sz w:val="24"/>
          <w:szCs w:val="24"/>
        </w:rPr>
      </w:pPr>
    </w:p>
    <w:p w:rsidR="000E40A4" w:rsidRPr="00230BD8" w:rsidRDefault="000E40A4" w:rsidP="00266D8F">
      <w:pPr>
        <w:spacing w:after="0" w:line="240" w:lineRule="auto"/>
        <w:jc w:val="center"/>
        <w:rPr>
          <w:rFonts w:ascii="Arial" w:hAnsi="Arial" w:cs="Arial"/>
          <w:sz w:val="24"/>
          <w:szCs w:val="24"/>
        </w:rPr>
      </w:pPr>
    </w:p>
    <w:p w:rsidR="000E40A4" w:rsidRDefault="000E40A4" w:rsidP="00266D8F">
      <w:pPr>
        <w:spacing w:after="0" w:line="240" w:lineRule="auto"/>
        <w:jc w:val="center"/>
        <w:rPr>
          <w:rFonts w:ascii="Times New Roman" w:hAnsi="Times New Roman"/>
          <w:sz w:val="28"/>
          <w:szCs w:val="28"/>
        </w:rPr>
      </w:pPr>
    </w:p>
    <w:p w:rsidR="000E40A4" w:rsidRDefault="000E40A4" w:rsidP="00266D8F">
      <w:pPr>
        <w:spacing w:after="0" w:line="240" w:lineRule="auto"/>
        <w:jc w:val="center"/>
        <w:rPr>
          <w:rFonts w:ascii="Times New Roman" w:hAnsi="Times New Roman"/>
          <w:sz w:val="28"/>
          <w:szCs w:val="28"/>
        </w:rPr>
      </w:pPr>
    </w:p>
    <w:p w:rsidR="000E40A4" w:rsidRDefault="000E40A4" w:rsidP="00266D8F">
      <w:pPr>
        <w:spacing w:after="0" w:line="240" w:lineRule="auto"/>
        <w:jc w:val="center"/>
        <w:rPr>
          <w:rFonts w:ascii="Times New Roman" w:hAnsi="Times New Roman"/>
          <w:sz w:val="28"/>
          <w:szCs w:val="28"/>
        </w:rPr>
      </w:pPr>
    </w:p>
    <w:p w:rsidR="000E40A4" w:rsidRDefault="000E40A4" w:rsidP="00266D8F">
      <w:pPr>
        <w:spacing w:after="0" w:line="240" w:lineRule="auto"/>
        <w:jc w:val="center"/>
        <w:rPr>
          <w:rFonts w:ascii="Times New Roman" w:hAnsi="Times New Roman"/>
          <w:sz w:val="28"/>
          <w:szCs w:val="28"/>
        </w:rPr>
      </w:pPr>
    </w:p>
    <w:p w:rsidR="000E40A4" w:rsidRDefault="000E40A4" w:rsidP="00266D8F">
      <w:pPr>
        <w:spacing w:after="0" w:line="240" w:lineRule="auto"/>
        <w:jc w:val="center"/>
        <w:rPr>
          <w:rFonts w:ascii="Times New Roman" w:hAnsi="Times New Roman"/>
          <w:sz w:val="28"/>
          <w:szCs w:val="28"/>
        </w:rPr>
      </w:pPr>
    </w:p>
    <w:p w:rsidR="000E40A4" w:rsidRDefault="000E40A4" w:rsidP="00266D8F">
      <w:pPr>
        <w:spacing w:after="0" w:line="240" w:lineRule="auto"/>
        <w:jc w:val="center"/>
        <w:rPr>
          <w:rFonts w:ascii="Times New Roman" w:hAnsi="Times New Roman"/>
          <w:sz w:val="28"/>
          <w:szCs w:val="28"/>
        </w:rPr>
      </w:pPr>
    </w:p>
    <w:p w:rsidR="000E40A4" w:rsidRDefault="000E40A4" w:rsidP="00266D8F">
      <w:pPr>
        <w:spacing w:after="0" w:line="240" w:lineRule="auto"/>
        <w:jc w:val="center"/>
        <w:rPr>
          <w:rFonts w:ascii="Times New Roman" w:hAnsi="Times New Roman"/>
          <w:sz w:val="28"/>
          <w:szCs w:val="28"/>
        </w:rPr>
      </w:pPr>
    </w:p>
    <w:p w:rsidR="000E40A4" w:rsidRDefault="000E40A4" w:rsidP="00266D8F">
      <w:pPr>
        <w:spacing w:after="0" w:line="240" w:lineRule="auto"/>
        <w:ind w:firstLine="12"/>
        <w:jc w:val="right"/>
        <w:rPr>
          <w:rFonts w:ascii="Arial" w:hAnsi="Arial" w:cs="Arial"/>
          <w:sz w:val="24"/>
          <w:szCs w:val="24"/>
        </w:rPr>
      </w:pPr>
    </w:p>
    <w:p w:rsidR="000E40A4" w:rsidRDefault="000E40A4" w:rsidP="00266D8F">
      <w:pPr>
        <w:spacing w:after="0" w:line="240" w:lineRule="auto"/>
        <w:ind w:firstLine="12"/>
        <w:jc w:val="right"/>
        <w:rPr>
          <w:rFonts w:ascii="Arial" w:hAnsi="Arial" w:cs="Arial"/>
          <w:sz w:val="24"/>
          <w:szCs w:val="24"/>
        </w:rPr>
      </w:pPr>
    </w:p>
    <w:p w:rsidR="000E40A4" w:rsidRDefault="000E40A4" w:rsidP="00266D8F">
      <w:pPr>
        <w:spacing w:after="0" w:line="240" w:lineRule="auto"/>
        <w:ind w:firstLine="12"/>
        <w:jc w:val="right"/>
        <w:rPr>
          <w:rFonts w:ascii="Arial" w:hAnsi="Arial" w:cs="Arial"/>
          <w:sz w:val="24"/>
          <w:szCs w:val="24"/>
        </w:rPr>
      </w:pPr>
    </w:p>
    <w:p w:rsidR="000E40A4" w:rsidRDefault="000E40A4" w:rsidP="00266D8F">
      <w:pPr>
        <w:spacing w:after="0" w:line="240" w:lineRule="auto"/>
        <w:ind w:firstLine="12"/>
        <w:jc w:val="right"/>
        <w:rPr>
          <w:rFonts w:ascii="Arial" w:hAnsi="Arial" w:cs="Arial"/>
          <w:sz w:val="24"/>
          <w:szCs w:val="24"/>
        </w:rPr>
      </w:pPr>
    </w:p>
    <w:p w:rsidR="000E40A4" w:rsidRDefault="000E40A4" w:rsidP="00266D8F">
      <w:pPr>
        <w:spacing w:after="0" w:line="240" w:lineRule="auto"/>
        <w:ind w:firstLine="12"/>
        <w:jc w:val="right"/>
        <w:rPr>
          <w:rFonts w:ascii="Arial" w:hAnsi="Arial" w:cs="Arial"/>
          <w:sz w:val="24"/>
          <w:szCs w:val="24"/>
        </w:rPr>
      </w:pPr>
    </w:p>
    <w:p w:rsidR="000E40A4" w:rsidRDefault="000E40A4" w:rsidP="00266D8F">
      <w:pPr>
        <w:spacing w:after="0" w:line="240" w:lineRule="auto"/>
        <w:ind w:firstLine="12"/>
        <w:rPr>
          <w:rFonts w:ascii="Arial" w:hAnsi="Arial" w:cs="Arial"/>
          <w:sz w:val="24"/>
          <w:szCs w:val="24"/>
        </w:rPr>
      </w:pPr>
    </w:p>
    <w:p w:rsidR="000E40A4" w:rsidRPr="00034F5E" w:rsidRDefault="000E40A4" w:rsidP="00266D8F">
      <w:pPr>
        <w:spacing w:after="0" w:line="240" w:lineRule="auto"/>
        <w:ind w:firstLine="12"/>
        <w:jc w:val="right"/>
        <w:rPr>
          <w:rFonts w:ascii="Arial" w:hAnsi="Arial" w:cs="Arial"/>
          <w:sz w:val="24"/>
          <w:szCs w:val="24"/>
        </w:rPr>
      </w:pPr>
      <w:r>
        <w:rPr>
          <w:rFonts w:ascii="Arial" w:hAnsi="Arial" w:cs="Arial"/>
          <w:sz w:val="24"/>
          <w:szCs w:val="24"/>
        </w:rPr>
        <w:t>У</w:t>
      </w:r>
      <w:r w:rsidRPr="00034F5E">
        <w:rPr>
          <w:rFonts w:ascii="Arial" w:hAnsi="Arial" w:cs="Arial"/>
          <w:sz w:val="24"/>
          <w:szCs w:val="24"/>
        </w:rPr>
        <w:t>твержден</w:t>
      </w:r>
    </w:p>
    <w:p w:rsidR="000E40A4" w:rsidRPr="00034F5E" w:rsidRDefault="000E40A4" w:rsidP="00266D8F">
      <w:pPr>
        <w:spacing w:after="0" w:line="240" w:lineRule="auto"/>
        <w:jc w:val="right"/>
        <w:rPr>
          <w:rFonts w:ascii="Arial" w:hAnsi="Arial" w:cs="Arial"/>
          <w:sz w:val="24"/>
          <w:szCs w:val="24"/>
        </w:rPr>
      </w:pPr>
      <w:r w:rsidRPr="00034F5E">
        <w:rPr>
          <w:rFonts w:ascii="Arial" w:hAnsi="Arial" w:cs="Arial"/>
          <w:sz w:val="24"/>
          <w:szCs w:val="24"/>
        </w:rPr>
        <w:t xml:space="preserve"> решением</w:t>
      </w:r>
    </w:p>
    <w:p w:rsidR="000E40A4" w:rsidRPr="00034F5E" w:rsidRDefault="000E40A4" w:rsidP="00266D8F">
      <w:pPr>
        <w:spacing w:after="0" w:line="240" w:lineRule="auto"/>
        <w:jc w:val="right"/>
        <w:rPr>
          <w:rFonts w:ascii="Arial" w:hAnsi="Arial" w:cs="Arial"/>
          <w:sz w:val="24"/>
          <w:szCs w:val="24"/>
        </w:rPr>
      </w:pPr>
      <w:r w:rsidRPr="00034F5E">
        <w:rPr>
          <w:rFonts w:ascii="Arial" w:hAnsi="Arial" w:cs="Arial"/>
          <w:sz w:val="24"/>
          <w:szCs w:val="24"/>
        </w:rPr>
        <w:t>Собрания депутатов города Фатежа</w:t>
      </w:r>
    </w:p>
    <w:p w:rsidR="000E40A4" w:rsidRPr="00034F5E" w:rsidRDefault="000E40A4" w:rsidP="00266D8F">
      <w:pPr>
        <w:spacing w:after="0" w:line="240" w:lineRule="auto"/>
        <w:jc w:val="right"/>
        <w:rPr>
          <w:rFonts w:ascii="Arial" w:hAnsi="Arial" w:cs="Arial"/>
          <w:sz w:val="24"/>
          <w:szCs w:val="24"/>
        </w:rPr>
      </w:pPr>
      <w:r>
        <w:rPr>
          <w:rFonts w:ascii="Arial" w:hAnsi="Arial" w:cs="Arial"/>
          <w:sz w:val="24"/>
          <w:szCs w:val="24"/>
        </w:rPr>
        <w:t>о</w:t>
      </w:r>
      <w:r w:rsidRPr="00034F5E">
        <w:rPr>
          <w:rFonts w:ascii="Arial" w:hAnsi="Arial" w:cs="Arial"/>
          <w:sz w:val="24"/>
          <w:szCs w:val="24"/>
        </w:rPr>
        <w:t>т</w:t>
      </w:r>
      <w:r>
        <w:rPr>
          <w:rFonts w:ascii="Arial" w:hAnsi="Arial" w:cs="Arial"/>
          <w:sz w:val="24"/>
          <w:szCs w:val="24"/>
        </w:rPr>
        <w:t xml:space="preserve"> 06 февраля 2017 года </w:t>
      </w:r>
      <w:r w:rsidRPr="00034F5E">
        <w:rPr>
          <w:rFonts w:ascii="Arial" w:hAnsi="Arial" w:cs="Arial"/>
          <w:sz w:val="24"/>
          <w:szCs w:val="24"/>
        </w:rPr>
        <w:t>№</w:t>
      </w:r>
      <w:r>
        <w:rPr>
          <w:rFonts w:ascii="Arial" w:hAnsi="Arial" w:cs="Arial"/>
          <w:sz w:val="24"/>
          <w:szCs w:val="24"/>
        </w:rPr>
        <w:t>7</w:t>
      </w:r>
    </w:p>
    <w:p w:rsidR="000E40A4" w:rsidRPr="00034F5E" w:rsidRDefault="000E40A4" w:rsidP="00266D8F">
      <w:pPr>
        <w:spacing w:after="0" w:line="240" w:lineRule="auto"/>
        <w:ind w:firstLine="720"/>
        <w:jc w:val="right"/>
        <w:rPr>
          <w:rFonts w:ascii="Arial" w:hAnsi="Arial" w:cs="Arial"/>
          <w:sz w:val="24"/>
          <w:szCs w:val="24"/>
        </w:rPr>
      </w:pPr>
      <w:r w:rsidRPr="00034F5E">
        <w:rPr>
          <w:rFonts w:ascii="Arial" w:hAnsi="Arial" w:cs="Arial"/>
          <w:sz w:val="24"/>
          <w:szCs w:val="24"/>
        </w:rPr>
        <w:t xml:space="preserve"> «Об утверждении </w:t>
      </w:r>
      <w:r>
        <w:rPr>
          <w:rFonts w:ascii="Arial" w:hAnsi="Arial" w:cs="Arial"/>
          <w:sz w:val="24"/>
          <w:szCs w:val="24"/>
        </w:rPr>
        <w:t>П</w:t>
      </w:r>
      <w:r w:rsidRPr="00034F5E">
        <w:rPr>
          <w:rFonts w:ascii="Arial" w:hAnsi="Arial" w:cs="Arial"/>
          <w:sz w:val="24"/>
          <w:szCs w:val="24"/>
        </w:rPr>
        <w:t>орядка</w:t>
      </w:r>
    </w:p>
    <w:p w:rsidR="000E40A4" w:rsidRPr="00034F5E" w:rsidRDefault="000E40A4" w:rsidP="00266D8F">
      <w:pPr>
        <w:spacing w:after="0" w:line="240" w:lineRule="auto"/>
        <w:ind w:firstLine="720"/>
        <w:jc w:val="right"/>
        <w:rPr>
          <w:rFonts w:ascii="Arial" w:hAnsi="Arial" w:cs="Arial"/>
          <w:sz w:val="24"/>
          <w:szCs w:val="24"/>
        </w:rPr>
      </w:pPr>
      <w:r w:rsidRPr="00034F5E">
        <w:rPr>
          <w:rFonts w:ascii="Arial" w:hAnsi="Arial" w:cs="Arial"/>
          <w:sz w:val="24"/>
          <w:szCs w:val="24"/>
        </w:rPr>
        <w:t>проведения конкурса по отбору кандидатур</w:t>
      </w:r>
    </w:p>
    <w:p w:rsidR="000E40A4" w:rsidRDefault="000E40A4" w:rsidP="00266D8F">
      <w:pPr>
        <w:spacing w:after="0" w:line="240" w:lineRule="auto"/>
        <w:jc w:val="right"/>
        <w:rPr>
          <w:rFonts w:ascii="Times New Roman" w:hAnsi="Times New Roman"/>
          <w:sz w:val="28"/>
          <w:szCs w:val="28"/>
        </w:rPr>
      </w:pPr>
      <w:r w:rsidRPr="00034F5E">
        <w:rPr>
          <w:rFonts w:ascii="Arial" w:hAnsi="Arial" w:cs="Arial"/>
          <w:sz w:val="24"/>
          <w:szCs w:val="24"/>
        </w:rPr>
        <w:t>на должность Главы города Фатежа</w:t>
      </w:r>
    </w:p>
    <w:p w:rsidR="000E40A4" w:rsidRDefault="000E40A4" w:rsidP="007E1676">
      <w:pPr>
        <w:spacing w:after="0" w:line="240" w:lineRule="auto"/>
        <w:jc w:val="center"/>
        <w:rPr>
          <w:rFonts w:ascii="Times New Roman" w:hAnsi="Times New Roman"/>
          <w:sz w:val="28"/>
          <w:szCs w:val="28"/>
        </w:rPr>
      </w:pPr>
    </w:p>
    <w:p w:rsidR="000E40A4" w:rsidRDefault="000E40A4" w:rsidP="007E1676">
      <w:pPr>
        <w:spacing w:after="0" w:line="240" w:lineRule="auto"/>
        <w:jc w:val="center"/>
        <w:rPr>
          <w:rFonts w:ascii="Times New Roman" w:hAnsi="Times New Roman"/>
          <w:sz w:val="28"/>
          <w:szCs w:val="28"/>
        </w:rPr>
      </w:pPr>
    </w:p>
    <w:p w:rsidR="000E40A4" w:rsidRDefault="000E40A4" w:rsidP="007E1676">
      <w:pPr>
        <w:spacing w:after="0" w:line="240" w:lineRule="auto"/>
        <w:jc w:val="center"/>
        <w:rPr>
          <w:rFonts w:ascii="Times New Roman" w:hAnsi="Times New Roman"/>
          <w:sz w:val="28"/>
          <w:szCs w:val="28"/>
        </w:rPr>
      </w:pPr>
    </w:p>
    <w:p w:rsidR="000E40A4" w:rsidRPr="00266D8F" w:rsidRDefault="000E40A4" w:rsidP="007E1676">
      <w:pPr>
        <w:spacing w:after="0" w:line="240" w:lineRule="auto"/>
        <w:jc w:val="center"/>
        <w:rPr>
          <w:rFonts w:ascii="Arial" w:hAnsi="Arial" w:cs="Arial"/>
          <w:b/>
          <w:sz w:val="32"/>
          <w:szCs w:val="32"/>
        </w:rPr>
      </w:pPr>
      <w:bookmarkStart w:id="0" w:name="OLE_LINK1"/>
      <w:bookmarkStart w:id="1" w:name="OLE_LINK2"/>
      <w:r w:rsidRPr="00266D8F">
        <w:rPr>
          <w:rFonts w:ascii="Arial" w:hAnsi="Arial" w:cs="Arial"/>
          <w:b/>
          <w:sz w:val="32"/>
          <w:szCs w:val="32"/>
        </w:rPr>
        <w:t>Порядок</w:t>
      </w:r>
    </w:p>
    <w:p w:rsidR="000E40A4" w:rsidRPr="00266D8F" w:rsidRDefault="000E40A4" w:rsidP="007E1676">
      <w:pPr>
        <w:spacing w:after="0" w:line="240" w:lineRule="auto"/>
        <w:jc w:val="center"/>
        <w:rPr>
          <w:rFonts w:ascii="Arial" w:hAnsi="Arial" w:cs="Arial"/>
          <w:b/>
          <w:sz w:val="32"/>
          <w:szCs w:val="32"/>
        </w:rPr>
      </w:pPr>
      <w:r w:rsidRPr="00266D8F">
        <w:rPr>
          <w:rFonts w:ascii="Arial" w:hAnsi="Arial" w:cs="Arial"/>
          <w:b/>
          <w:sz w:val="32"/>
          <w:szCs w:val="32"/>
        </w:rPr>
        <w:t xml:space="preserve">проведения конкурса по отбору кандидатур </w:t>
      </w:r>
    </w:p>
    <w:p w:rsidR="000E40A4" w:rsidRPr="00266D8F" w:rsidRDefault="000E40A4" w:rsidP="007E1676">
      <w:pPr>
        <w:spacing w:after="0" w:line="240" w:lineRule="auto"/>
        <w:jc w:val="center"/>
        <w:rPr>
          <w:rFonts w:ascii="Arial" w:hAnsi="Arial" w:cs="Arial"/>
          <w:b/>
          <w:sz w:val="32"/>
          <w:szCs w:val="32"/>
        </w:rPr>
      </w:pPr>
      <w:r w:rsidRPr="00266D8F">
        <w:rPr>
          <w:rFonts w:ascii="Arial" w:hAnsi="Arial" w:cs="Arial"/>
          <w:b/>
          <w:sz w:val="32"/>
          <w:szCs w:val="32"/>
        </w:rPr>
        <w:t>на должность главы города Фатежа</w:t>
      </w:r>
      <w:bookmarkEnd w:id="0"/>
      <w:bookmarkEnd w:id="1"/>
    </w:p>
    <w:p w:rsidR="000E40A4" w:rsidRPr="004C00CA" w:rsidRDefault="000E40A4" w:rsidP="007E1676">
      <w:pPr>
        <w:spacing w:after="0" w:line="240" w:lineRule="auto"/>
        <w:jc w:val="center"/>
        <w:rPr>
          <w:rFonts w:ascii="Times New Roman" w:hAnsi="Times New Roman"/>
          <w:sz w:val="28"/>
          <w:szCs w:val="28"/>
        </w:rPr>
      </w:pPr>
    </w:p>
    <w:p w:rsidR="000E40A4" w:rsidRPr="00266D8F" w:rsidRDefault="000E40A4" w:rsidP="007E1676">
      <w:pPr>
        <w:pStyle w:val="1"/>
        <w:numPr>
          <w:ilvl w:val="0"/>
          <w:numId w:val="2"/>
        </w:numPr>
        <w:spacing w:after="0" w:line="240" w:lineRule="auto"/>
        <w:ind w:left="0"/>
        <w:jc w:val="center"/>
        <w:rPr>
          <w:rFonts w:ascii="Arial" w:hAnsi="Arial" w:cs="Arial"/>
          <w:b/>
          <w:sz w:val="30"/>
          <w:szCs w:val="30"/>
        </w:rPr>
      </w:pPr>
      <w:r w:rsidRPr="00266D8F">
        <w:rPr>
          <w:rFonts w:ascii="Arial" w:hAnsi="Arial" w:cs="Arial"/>
          <w:b/>
          <w:sz w:val="30"/>
          <w:szCs w:val="30"/>
        </w:rPr>
        <w:t>Общие положения</w:t>
      </w:r>
    </w:p>
    <w:p w:rsidR="000E40A4" w:rsidRPr="004C00CA" w:rsidRDefault="000E40A4" w:rsidP="00CF701A">
      <w:pPr>
        <w:pStyle w:val="1"/>
        <w:spacing w:after="0" w:line="240" w:lineRule="auto"/>
        <w:ind w:left="-360"/>
        <w:rPr>
          <w:rFonts w:ascii="Times New Roman" w:hAnsi="Times New Roman"/>
          <w:sz w:val="28"/>
          <w:szCs w:val="28"/>
        </w:rPr>
      </w:pPr>
    </w:p>
    <w:p w:rsidR="000E40A4" w:rsidRPr="00AD7512" w:rsidRDefault="000E40A4" w:rsidP="00CF701A">
      <w:pPr>
        <w:spacing w:after="0" w:line="240" w:lineRule="auto"/>
        <w:ind w:firstLine="708"/>
        <w:jc w:val="both"/>
        <w:rPr>
          <w:rFonts w:ascii="Arial" w:hAnsi="Arial" w:cs="Arial"/>
          <w:sz w:val="24"/>
          <w:szCs w:val="24"/>
        </w:rPr>
      </w:pPr>
      <w:r w:rsidRPr="00AD7512">
        <w:rPr>
          <w:rFonts w:ascii="Arial" w:hAnsi="Arial" w:cs="Arial"/>
          <w:sz w:val="24"/>
          <w:szCs w:val="24"/>
        </w:rPr>
        <w:t>1.1. Конкурс по отбору кандидатур на должность Главы города Фатежа является в соответствии со статьей 36 Федерального закона от 6 октября 2003 года №131-ФЗ «Об общих принципах организации местного самоуправления в Российской Федерации»  обязательным этапом для избрания Собранием депутатов города Фатежа Главы города Фатежа .</w:t>
      </w:r>
    </w:p>
    <w:p w:rsidR="000E40A4" w:rsidRPr="00AD7512" w:rsidRDefault="000E40A4" w:rsidP="00CF701A">
      <w:pPr>
        <w:spacing w:after="0" w:line="240" w:lineRule="auto"/>
        <w:ind w:firstLine="708"/>
        <w:jc w:val="both"/>
        <w:rPr>
          <w:rFonts w:ascii="Arial" w:hAnsi="Arial" w:cs="Arial"/>
          <w:sz w:val="24"/>
          <w:szCs w:val="24"/>
        </w:rPr>
      </w:pPr>
      <w:r w:rsidRPr="00AD7512">
        <w:rPr>
          <w:rFonts w:ascii="Arial" w:hAnsi="Arial" w:cs="Arial"/>
          <w:sz w:val="24"/>
          <w:szCs w:val="24"/>
        </w:rPr>
        <w:t>1.2 Организация и проведение конкурса осуществляется конкурсной комиссией, формируемой в соответствии с пунктом 2.1. статьи 36 Федерального закона от 06.10.2003 № 131-ФЗ «Об общих принципах организации местного самоуправления в Российской Федерации» и настоящим Порядком.</w:t>
      </w:r>
    </w:p>
    <w:p w:rsidR="000E40A4" w:rsidRPr="00AD7512" w:rsidRDefault="000E40A4" w:rsidP="00C262D1">
      <w:pPr>
        <w:spacing w:after="0" w:line="240" w:lineRule="auto"/>
        <w:ind w:firstLine="708"/>
        <w:jc w:val="both"/>
        <w:rPr>
          <w:rFonts w:ascii="Arial" w:hAnsi="Arial" w:cs="Arial"/>
          <w:sz w:val="24"/>
          <w:szCs w:val="24"/>
        </w:rPr>
      </w:pPr>
      <w:r w:rsidRPr="00AD7512">
        <w:rPr>
          <w:rFonts w:ascii="Arial" w:hAnsi="Arial" w:cs="Arial"/>
          <w:sz w:val="24"/>
          <w:szCs w:val="24"/>
        </w:rPr>
        <w:t>1.3. Решение о проведении конкурса подлежит официальному опубликованию не позднее чем через 7 (семь) дней  со дня принятия решения о проведении конкурса и не позднее,  чем за 20 (двадцать) дней до даты проведения конкурса.</w:t>
      </w:r>
    </w:p>
    <w:p w:rsidR="000E40A4" w:rsidRPr="00AD7512" w:rsidRDefault="000E40A4" w:rsidP="00C262D1">
      <w:pPr>
        <w:spacing w:after="0" w:line="240" w:lineRule="auto"/>
        <w:ind w:firstLine="708"/>
        <w:jc w:val="both"/>
        <w:rPr>
          <w:rFonts w:ascii="Arial" w:hAnsi="Arial" w:cs="Arial"/>
          <w:sz w:val="24"/>
          <w:szCs w:val="24"/>
        </w:rPr>
      </w:pPr>
      <w:r w:rsidRPr="00AD7512">
        <w:rPr>
          <w:rFonts w:ascii="Arial" w:hAnsi="Arial" w:cs="Arial"/>
          <w:sz w:val="24"/>
          <w:szCs w:val="24"/>
        </w:rPr>
        <w:t>1.4. Решение о проведении конкурса принимается Собранием депутатов города Фатежа :</w:t>
      </w:r>
    </w:p>
    <w:p w:rsidR="000E40A4" w:rsidRPr="00AD7512" w:rsidRDefault="000E40A4" w:rsidP="00C262D1">
      <w:pPr>
        <w:spacing w:after="0" w:line="240" w:lineRule="auto"/>
        <w:ind w:firstLine="708"/>
        <w:jc w:val="both"/>
        <w:rPr>
          <w:rFonts w:ascii="Arial" w:hAnsi="Arial" w:cs="Arial"/>
          <w:sz w:val="24"/>
          <w:szCs w:val="24"/>
        </w:rPr>
      </w:pPr>
      <w:r w:rsidRPr="00AD7512">
        <w:rPr>
          <w:rFonts w:ascii="Arial" w:hAnsi="Arial" w:cs="Arial"/>
          <w:sz w:val="24"/>
          <w:szCs w:val="24"/>
        </w:rPr>
        <w:t>1) не позднее, чем за 20 (дней) дней до истечения предусмотренного уставом количества лет в качестве срока полномочий Главы города Фатежа со дня его вступления в должность;</w:t>
      </w:r>
    </w:p>
    <w:p w:rsidR="000E40A4" w:rsidRPr="00AD7512" w:rsidRDefault="000E40A4" w:rsidP="00E82941">
      <w:pPr>
        <w:spacing w:after="0" w:line="240" w:lineRule="auto"/>
        <w:ind w:firstLine="708"/>
        <w:jc w:val="both"/>
        <w:rPr>
          <w:rFonts w:ascii="Arial" w:hAnsi="Arial" w:cs="Arial"/>
          <w:sz w:val="24"/>
          <w:szCs w:val="24"/>
        </w:rPr>
      </w:pPr>
      <w:r w:rsidRPr="00AD7512">
        <w:rPr>
          <w:rFonts w:ascii="Arial" w:hAnsi="Arial" w:cs="Arial"/>
          <w:sz w:val="24"/>
          <w:szCs w:val="24"/>
        </w:rPr>
        <w:t>2) в случаях досрочного прекращения полномочий Главы города Фатежа в течение 30 (тридцати) дней со дня прекращения полномочий  Главы города Фатежа;</w:t>
      </w:r>
    </w:p>
    <w:p w:rsidR="000E40A4" w:rsidRPr="00AD7512" w:rsidRDefault="000E40A4" w:rsidP="008E770A">
      <w:pPr>
        <w:spacing w:after="0" w:line="240" w:lineRule="auto"/>
        <w:ind w:firstLine="708"/>
        <w:jc w:val="both"/>
        <w:rPr>
          <w:rFonts w:ascii="Arial" w:hAnsi="Arial" w:cs="Arial"/>
          <w:sz w:val="24"/>
          <w:szCs w:val="24"/>
        </w:rPr>
      </w:pPr>
      <w:r w:rsidRPr="00AD7512">
        <w:rPr>
          <w:rFonts w:ascii="Arial" w:hAnsi="Arial" w:cs="Arial"/>
          <w:sz w:val="24"/>
          <w:szCs w:val="24"/>
        </w:rPr>
        <w:t>3) признания ранее проведенного конкурса несостоявшимся – не позднее 10 (десяти) дней со дня такого признания;</w:t>
      </w:r>
    </w:p>
    <w:p w:rsidR="000E40A4" w:rsidRPr="00AD7512" w:rsidRDefault="000E40A4" w:rsidP="008E770A">
      <w:pPr>
        <w:spacing w:after="0" w:line="240" w:lineRule="auto"/>
        <w:ind w:firstLine="708"/>
        <w:jc w:val="both"/>
        <w:rPr>
          <w:rFonts w:ascii="Arial" w:hAnsi="Arial" w:cs="Arial"/>
          <w:sz w:val="24"/>
          <w:szCs w:val="24"/>
        </w:rPr>
      </w:pPr>
      <w:r w:rsidRPr="00AD7512">
        <w:rPr>
          <w:rFonts w:ascii="Arial" w:hAnsi="Arial" w:cs="Arial"/>
          <w:sz w:val="24"/>
          <w:szCs w:val="24"/>
        </w:rPr>
        <w:t xml:space="preserve">4) в случае не избрания Собранием депутатов города Фатежа ни одной из представленных по результатам конкурса кандидатур Главой города Фатежа она  - не позднее 10 (десяти) дней со дня истечения срока, </w:t>
      </w:r>
    </w:p>
    <w:p w:rsidR="000E40A4" w:rsidRPr="00AD7512" w:rsidRDefault="000E40A4" w:rsidP="008E770A">
      <w:pPr>
        <w:spacing w:after="0" w:line="240" w:lineRule="auto"/>
        <w:ind w:firstLine="708"/>
        <w:jc w:val="both"/>
        <w:rPr>
          <w:rFonts w:ascii="Arial" w:hAnsi="Arial" w:cs="Arial"/>
          <w:sz w:val="24"/>
          <w:szCs w:val="24"/>
        </w:rPr>
      </w:pPr>
    </w:p>
    <w:p w:rsidR="000E40A4" w:rsidRPr="00AD7512" w:rsidRDefault="000E40A4" w:rsidP="008E770A">
      <w:pPr>
        <w:spacing w:after="0" w:line="240" w:lineRule="auto"/>
        <w:ind w:firstLine="708"/>
        <w:jc w:val="both"/>
        <w:rPr>
          <w:rFonts w:ascii="Arial" w:hAnsi="Arial" w:cs="Arial"/>
          <w:sz w:val="24"/>
          <w:szCs w:val="24"/>
        </w:rPr>
      </w:pPr>
      <w:r w:rsidRPr="00AD7512">
        <w:rPr>
          <w:rFonts w:ascii="Arial" w:hAnsi="Arial" w:cs="Arial"/>
          <w:sz w:val="24"/>
          <w:szCs w:val="24"/>
        </w:rPr>
        <w:t>предусмотренного настоящим Порядком для избрания Главы города Фатежа по результатам конкурса;</w:t>
      </w:r>
    </w:p>
    <w:p w:rsidR="000E40A4" w:rsidRPr="00AD7512" w:rsidRDefault="000E40A4" w:rsidP="006F06E9">
      <w:pPr>
        <w:pStyle w:val="ConsPlusNormal0"/>
        <w:ind w:firstLine="720"/>
        <w:jc w:val="both"/>
        <w:rPr>
          <w:rFonts w:ascii="Arial" w:hAnsi="Arial" w:cs="Arial"/>
          <w:sz w:val="24"/>
          <w:szCs w:val="24"/>
        </w:rPr>
      </w:pPr>
      <w:r w:rsidRPr="00AD7512">
        <w:rPr>
          <w:rFonts w:ascii="Arial" w:hAnsi="Arial" w:cs="Arial"/>
          <w:sz w:val="24"/>
          <w:szCs w:val="24"/>
        </w:rPr>
        <w:t>5) в случае, если полномочия Главы города Фатежа прекращены досрочно на основании решения Собрания депутатов города Фатежа об удалении его в отставку, и он обжалует в судебном порядке указанное решение, - не ранее дня вступления решения суда в законную силу;</w:t>
      </w:r>
    </w:p>
    <w:p w:rsidR="000E40A4" w:rsidRPr="00AD7512" w:rsidRDefault="000E40A4" w:rsidP="006F06E9">
      <w:pPr>
        <w:pStyle w:val="ConsPlusNormal0"/>
        <w:ind w:firstLine="720"/>
        <w:jc w:val="both"/>
        <w:rPr>
          <w:rFonts w:ascii="Arial" w:hAnsi="Arial" w:cs="Arial"/>
          <w:sz w:val="24"/>
          <w:szCs w:val="24"/>
        </w:rPr>
      </w:pPr>
      <w:r w:rsidRPr="00AD7512">
        <w:rPr>
          <w:rFonts w:ascii="Arial" w:hAnsi="Arial" w:cs="Arial"/>
          <w:sz w:val="24"/>
          <w:szCs w:val="24"/>
        </w:rPr>
        <w:t xml:space="preserve">6) в случае, если прошедшие конкурсный отбор кандидаты, или один из кандидатов </w:t>
      </w:r>
      <w:r w:rsidRPr="00AD7512">
        <w:rPr>
          <w:rFonts w:ascii="Arial" w:hAnsi="Arial" w:cs="Arial"/>
          <w:sz w:val="24"/>
          <w:szCs w:val="24"/>
          <w:lang w:eastAsia="en-US"/>
        </w:rPr>
        <w:t>подал(и) письменное заявление о</w:t>
      </w:r>
      <w:r w:rsidRPr="00AD7512">
        <w:rPr>
          <w:rFonts w:ascii="Arial" w:hAnsi="Arial" w:cs="Arial"/>
          <w:sz w:val="24"/>
          <w:szCs w:val="24"/>
        </w:rPr>
        <w:t xml:space="preserve"> самоотводе до процедуры голосования депутатами Собрания депутатов города Фатежа п</w:t>
      </w:r>
      <w:r w:rsidRPr="00AD7512">
        <w:rPr>
          <w:rFonts w:ascii="Arial" w:hAnsi="Arial" w:cs="Arial"/>
          <w:sz w:val="24"/>
          <w:szCs w:val="24"/>
          <w:lang w:eastAsia="en-US"/>
        </w:rPr>
        <w:t>о вопросу избрания на должность Главы</w:t>
      </w:r>
      <w:r w:rsidRPr="00AD7512">
        <w:rPr>
          <w:rFonts w:ascii="Arial" w:hAnsi="Arial" w:cs="Arial"/>
          <w:sz w:val="24"/>
          <w:szCs w:val="24"/>
        </w:rPr>
        <w:t xml:space="preserve"> города Фатежа, </w:t>
      </w:r>
      <w:r w:rsidRPr="00AD7512">
        <w:rPr>
          <w:rFonts w:ascii="Arial" w:hAnsi="Arial" w:cs="Arial"/>
          <w:sz w:val="24"/>
          <w:szCs w:val="24"/>
          <w:lang w:eastAsia="en-US"/>
        </w:rPr>
        <w:t>не позднее 10 (десяти) дней со дня принятия решения о том, что конкурс не состоялся.</w:t>
      </w:r>
    </w:p>
    <w:p w:rsidR="000E40A4" w:rsidRPr="00AD7512" w:rsidRDefault="000E40A4" w:rsidP="008E770A">
      <w:pPr>
        <w:spacing w:after="0" w:line="240" w:lineRule="auto"/>
        <w:ind w:firstLine="708"/>
        <w:jc w:val="both"/>
        <w:rPr>
          <w:rFonts w:ascii="Arial" w:hAnsi="Arial" w:cs="Arial"/>
          <w:sz w:val="24"/>
          <w:szCs w:val="24"/>
        </w:rPr>
      </w:pPr>
      <w:r w:rsidRPr="00AD7512">
        <w:rPr>
          <w:rFonts w:ascii="Arial" w:hAnsi="Arial" w:cs="Arial"/>
          <w:sz w:val="24"/>
          <w:szCs w:val="24"/>
        </w:rPr>
        <w:t>1.5. Решение о проведении конкурса должно содержать:</w:t>
      </w:r>
    </w:p>
    <w:p w:rsidR="000E40A4" w:rsidRPr="00AD7512" w:rsidRDefault="000E40A4" w:rsidP="008E770A">
      <w:pPr>
        <w:spacing w:after="0" w:line="240" w:lineRule="auto"/>
        <w:ind w:firstLine="708"/>
        <w:jc w:val="both"/>
        <w:rPr>
          <w:rFonts w:ascii="Arial" w:hAnsi="Arial" w:cs="Arial"/>
          <w:sz w:val="24"/>
          <w:szCs w:val="24"/>
        </w:rPr>
      </w:pPr>
      <w:r w:rsidRPr="00AD7512">
        <w:rPr>
          <w:rFonts w:ascii="Arial" w:hAnsi="Arial" w:cs="Arial"/>
          <w:sz w:val="24"/>
          <w:szCs w:val="24"/>
        </w:rPr>
        <w:t>1)   дату, время и место проведения конкурса;</w:t>
      </w:r>
    </w:p>
    <w:p w:rsidR="000E40A4" w:rsidRPr="00AD7512" w:rsidRDefault="000E40A4" w:rsidP="008E770A">
      <w:pPr>
        <w:spacing w:after="0" w:line="240" w:lineRule="auto"/>
        <w:ind w:firstLine="708"/>
        <w:jc w:val="both"/>
        <w:rPr>
          <w:rFonts w:ascii="Arial" w:hAnsi="Arial" w:cs="Arial"/>
          <w:sz w:val="24"/>
          <w:szCs w:val="24"/>
        </w:rPr>
      </w:pPr>
      <w:r w:rsidRPr="00AD7512">
        <w:rPr>
          <w:rFonts w:ascii="Arial" w:hAnsi="Arial" w:cs="Arial"/>
          <w:sz w:val="24"/>
          <w:szCs w:val="24"/>
        </w:rPr>
        <w:t>2) дату начала и дату окончания приема документов от кандидатур, выдвигаемых в соответствии с настоящим Порядком с указанием времени работы комиссии с тем, что срок приема предложений должен составлять 20 (двадцать) календарных дней со дня, следующего за днем официального опубликования решения о проведении конкурса;</w:t>
      </w:r>
    </w:p>
    <w:p w:rsidR="000E40A4" w:rsidRPr="00AD7512" w:rsidRDefault="000E40A4" w:rsidP="008E770A">
      <w:pPr>
        <w:spacing w:after="0" w:line="240" w:lineRule="auto"/>
        <w:ind w:firstLine="708"/>
        <w:jc w:val="both"/>
        <w:rPr>
          <w:rFonts w:ascii="Arial" w:hAnsi="Arial" w:cs="Arial"/>
          <w:sz w:val="24"/>
          <w:szCs w:val="24"/>
        </w:rPr>
      </w:pPr>
      <w:r w:rsidRPr="00AD7512">
        <w:rPr>
          <w:rFonts w:ascii="Arial" w:hAnsi="Arial" w:cs="Arial"/>
          <w:sz w:val="24"/>
          <w:szCs w:val="24"/>
        </w:rPr>
        <w:t>3)  адрес места нахождения конкурсной комиссии, контактные телефоны.</w:t>
      </w:r>
    </w:p>
    <w:p w:rsidR="000E40A4" w:rsidRPr="00AD7512" w:rsidRDefault="000E40A4" w:rsidP="007E1676">
      <w:pPr>
        <w:spacing w:after="0" w:line="240" w:lineRule="auto"/>
        <w:jc w:val="both"/>
        <w:rPr>
          <w:rFonts w:ascii="Arial" w:hAnsi="Arial" w:cs="Arial"/>
          <w:sz w:val="24"/>
          <w:szCs w:val="24"/>
        </w:rPr>
      </w:pPr>
    </w:p>
    <w:p w:rsidR="000E40A4" w:rsidRPr="00AD7512" w:rsidRDefault="000E40A4" w:rsidP="00C84087">
      <w:pPr>
        <w:pStyle w:val="1"/>
        <w:numPr>
          <w:ilvl w:val="0"/>
          <w:numId w:val="2"/>
        </w:numPr>
        <w:spacing w:after="0" w:line="240" w:lineRule="auto"/>
        <w:ind w:left="0"/>
        <w:jc w:val="center"/>
        <w:rPr>
          <w:rFonts w:ascii="Arial" w:hAnsi="Arial" w:cs="Arial"/>
          <w:b/>
          <w:sz w:val="30"/>
          <w:szCs w:val="30"/>
        </w:rPr>
      </w:pPr>
      <w:r w:rsidRPr="00AD7512">
        <w:rPr>
          <w:rFonts w:ascii="Arial" w:hAnsi="Arial" w:cs="Arial"/>
          <w:b/>
          <w:sz w:val="30"/>
          <w:szCs w:val="30"/>
        </w:rPr>
        <w:t>Формирование и организация деятельности конкурсной комиссии</w:t>
      </w:r>
    </w:p>
    <w:p w:rsidR="000E40A4" w:rsidRPr="004C00CA" w:rsidRDefault="000E40A4" w:rsidP="00C84087">
      <w:pPr>
        <w:pStyle w:val="1"/>
        <w:spacing w:after="0" w:line="240" w:lineRule="auto"/>
        <w:ind w:left="-360"/>
        <w:rPr>
          <w:rFonts w:ascii="Times New Roman" w:hAnsi="Times New Roman"/>
          <w:sz w:val="28"/>
          <w:szCs w:val="28"/>
        </w:rPr>
      </w:pPr>
    </w:p>
    <w:p w:rsidR="000E40A4" w:rsidRPr="00AD7512" w:rsidRDefault="000E40A4" w:rsidP="00233AAE">
      <w:pPr>
        <w:pStyle w:val="BodyTextIndent"/>
        <w:ind w:firstLine="708"/>
        <w:rPr>
          <w:rFonts w:ascii="Arial" w:hAnsi="Arial" w:cs="Arial"/>
          <w:sz w:val="24"/>
          <w:szCs w:val="24"/>
        </w:rPr>
      </w:pPr>
      <w:r w:rsidRPr="00AD7512">
        <w:rPr>
          <w:rFonts w:ascii="Arial" w:hAnsi="Arial" w:cs="Arial"/>
          <w:sz w:val="24"/>
          <w:szCs w:val="24"/>
        </w:rPr>
        <w:t xml:space="preserve"> 2.1.Конкурсная комиссия формируется в срок не позднее чем через 7 (семь) дней со дня принятия депутатами Собрания депутатов города Фатежа решения о проведении конкурса.</w:t>
      </w:r>
    </w:p>
    <w:p w:rsidR="000E40A4" w:rsidRPr="00AD7512" w:rsidRDefault="000E40A4" w:rsidP="007E1676">
      <w:pPr>
        <w:pStyle w:val="BodyTextIndent"/>
        <w:ind w:firstLine="709"/>
        <w:rPr>
          <w:rFonts w:ascii="Arial" w:hAnsi="Arial" w:cs="Arial"/>
          <w:sz w:val="24"/>
          <w:szCs w:val="24"/>
        </w:rPr>
      </w:pPr>
      <w:r w:rsidRPr="00AD7512">
        <w:rPr>
          <w:rFonts w:ascii="Arial" w:hAnsi="Arial" w:cs="Arial"/>
          <w:sz w:val="24"/>
          <w:szCs w:val="24"/>
        </w:rPr>
        <w:t>2.2. Общее число членов конкурсной комиссии составляет                        10 (десять) человек. Половина членов конкурсной комиссии (5) назначается Собранием депутатов города Фатежа , а другая половина (5) – Главой Фатежского района в семидневный  срок со дня принятия решения Собрания депутатов города Фатежа о проведении конкурса.</w:t>
      </w:r>
    </w:p>
    <w:p w:rsidR="000E40A4" w:rsidRPr="00AD7512" w:rsidRDefault="000E40A4" w:rsidP="00A20497">
      <w:pPr>
        <w:widowControl w:val="0"/>
        <w:autoSpaceDE w:val="0"/>
        <w:autoSpaceDN w:val="0"/>
        <w:adjustRightInd w:val="0"/>
        <w:spacing w:after="0" w:line="240" w:lineRule="auto"/>
        <w:ind w:firstLine="720"/>
        <w:jc w:val="both"/>
        <w:rPr>
          <w:rFonts w:ascii="Arial" w:hAnsi="Arial" w:cs="Arial"/>
          <w:sz w:val="24"/>
          <w:szCs w:val="24"/>
        </w:rPr>
      </w:pPr>
      <w:r w:rsidRPr="00AD7512">
        <w:rPr>
          <w:rFonts w:ascii="Arial" w:hAnsi="Arial" w:cs="Arial"/>
          <w:sz w:val="24"/>
          <w:szCs w:val="24"/>
        </w:rPr>
        <w:t xml:space="preserve">В состав конкурсной комиссии, назначаемой Собранием депутатов города Фатежа, могут входить депутаты Собрания депутатов города Фатежа (но не более 1/5 от общего количества назначаемых Собранием депутатов города Фатежа членов конкурсной комиссии), муниципальные служащие органов местного самоуправления города Фатежа, представители научных и образовательных учреждений, других организаций и предприятий различных форм собственности, независимые эксперты - специалисты по вопросам, связанным с организацией и осуществлением местного самоуправления (далее – независимые эксперты), представители общественности. </w:t>
      </w:r>
    </w:p>
    <w:p w:rsidR="000E40A4" w:rsidRPr="00AD7512" w:rsidRDefault="000E40A4" w:rsidP="00302AD0">
      <w:pPr>
        <w:widowControl w:val="0"/>
        <w:autoSpaceDE w:val="0"/>
        <w:autoSpaceDN w:val="0"/>
        <w:adjustRightInd w:val="0"/>
        <w:spacing w:after="0" w:line="240" w:lineRule="auto"/>
        <w:ind w:firstLine="720"/>
        <w:jc w:val="both"/>
        <w:rPr>
          <w:rFonts w:ascii="Arial" w:hAnsi="Arial" w:cs="Arial"/>
          <w:sz w:val="24"/>
          <w:szCs w:val="24"/>
        </w:rPr>
      </w:pPr>
      <w:r w:rsidRPr="00AD7512">
        <w:rPr>
          <w:rFonts w:ascii="Arial" w:hAnsi="Arial" w:cs="Arial"/>
          <w:sz w:val="24"/>
          <w:szCs w:val="24"/>
        </w:rPr>
        <w:t xml:space="preserve">В состав конкурсной комиссии, назначаемой Главой Фатежского района, могут входить муниципальные служащие органов местного самоуправления Фатежского района, города Фатежа, представители научных и образовательных учреждений, других организаций и предприятий различных форм собственности, независимые эксперты - специалисты по вопросам, связанным с организацией и осуществлением местного самоуправления, депутаты Представительного Собрания Фатежского района, представители общественности.  </w:t>
      </w:r>
    </w:p>
    <w:p w:rsidR="000E40A4" w:rsidRPr="00AD7512" w:rsidRDefault="000E40A4" w:rsidP="003F09DA">
      <w:pPr>
        <w:widowControl w:val="0"/>
        <w:autoSpaceDE w:val="0"/>
        <w:autoSpaceDN w:val="0"/>
        <w:adjustRightInd w:val="0"/>
        <w:spacing w:after="0" w:line="240" w:lineRule="auto"/>
        <w:ind w:firstLine="720"/>
        <w:jc w:val="both"/>
        <w:rPr>
          <w:rFonts w:ascii="Arial" w:hAnsi="Arial" w:cs="Arial"/>
          <w:sz w:val="24"/>
          <w:szCs w:val="24"/>
        </w:rPr>
      </w:pPr>
      <w:r w:rsidRPr="00AD7512">
        <w:rPr>
          <w:rFonts w:ascii="Arial" w:hAnsi="Arial" w:cs="Arial"/>
          <w:sz w:val="24"/>
          <w:szCs w:val="24"/>
        </w:rPr>
        <w:t xml:space="preserve">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 (не могут осуществлять полномочия членов конкурсной комиссии лица, находящиеся в отношениях близкого родства или свойства (родители, супруги, дети, братья, сестры, а также братья, сестры, родители, дети супругов и супруги детей), в непосредственной служебной подчиненности (на период проведения конкурсного отбора кандидатур на должность Главы города Фатежа) с претендентами, участвующими в конкурсе на замещение должности Главы города Фатежа ). </w:t>
      </w:r>
    </w:p>
    <w:p w:rsidR="000E40A4" w:rsidRPr="00AD7512" w:rsidRDefault="000E40A4" w:rsidP="003F09DA">
      <w:pPr>
        <w:widowControl w:val="0"/>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2.3. Собрание депутатов города Фатежа одновременно с принятием решения о проведении конкурса направляет Главе Фатежского района обращение, содержащее в себе уведомление о назначении половины членов конкурсной комиссии, с учетом их персональных данных (Ф.И.О, образование, место работы, занимаемая должность (социальный статус), адрес места жительства) и просьбу о назначении им другой половины членов конкурсной комиссии с указанием их вышеуказанных персональных данных.</w:t>
      </w:r>
    </w:p>
    <w:p w:rsidR="000E40A4" w:rsidRPr="00AD7512" w:rsidRDefault="000E40A4" w:rsidP="007300C1">
      <w:pPr>
        <w:widowControl w:val="0"/>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К уведомлению прилагается решение Собрания депутатов города Фатежа о проведении конкурса.</w:t>
      </w:r>
    </w:p>
    <w:p w:rsidR="000E40A4" w:rsidRPr="00AD7512" w:rsidRDefault="000E40A4" w:rsidP="002241B5">
      <w:pPr>
        <w:autoSpaceDE w:val="0"/>
        <w:autoSpaceDN w:val="0"/>
        <w:adjustRightInd w:val="0"/>
        <w:spacing w:after="0" w:line="240" w:lineRule="auto"/>
        <w:ind w:firstLine="720"/>
        <w:jc w:val="both"/>
        <w:rPr>
          <w:rFonts w:ascii="Arial" w:hAnsi="Arial" w:cs="Arial"/>
          <w:sz w:val="24"/>
          <w:szCs w:val="24"/>
        </w:rPr>
      </w:pPr>
      <w:r w:rsidRPr="00AD7512">
        <w:rPr>
          <w:rFonts w:ascii="Arial" w:hAnsi="Arial" w:cs="Arial"/>
          <w:sz w:val="24"/>
          <w:szCs w:val="24"/>
        </w:rPr>
        <w:t>2.4. Конкурсная комиссия считается созданной и правомочной приступить к работе с момента назначения органами местного самоуправления, указанными в пункте 2.2 раздела 2 настоящего Порядка, всех ее членов.</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Конкурсная комиссия формируется на время проведения конкурса.</w:t>
      </w:r>
    </w:p>
    <w:p w:rsidR="000E40A4" w:rsidRPr="00AD7512" w:rsidRDefault="000E40A4" w:rsidP="006B6C26">
      <w:pPr>
        <w:autoSpaceDE w:val="0"/>
        <w:autoSpaceDN w:val="0"/>
        <w:adjustRightInd w:val="0"/>
        <w:spacing w:after="0" w:line="240" w:lineRule="auto"/>
        <w:ind w:firstLine="539"/>
        <w:jc w:val="both"/>
        <w:rPr>
          <w:rFonts w:ascii="Arial" w:hAnsi="Arial" w:cs="Arial"/>
          <w:sz w:val="24"/>
          <w:szCs w:val="24"/>
        </w:rPr>
      </w:pPr>
      <w:r w:rsidRPr="00AD7512">
        <w:rPr>
          <w:rFonts w:ascii="Arial" w:hAnsi="Arial" w:cs="Arial"/>
          <w:sz w:val="24"/>
          <w:szCs w:val="24"/>
        </w:rPr>
        <w:t>Члены конкурсной комиссии осуществляют свою работу на непостоянной безвозмездной основе.</w:t>
      </w:r>
    </w:p>
    <w:p w:rsidR="000E40A4" w:rsidRPr="00AD7512" w:rsidRDefault="000E40A4" w:rsidP="006B6C26">
      <w:pPr>
        <w:widowControl w:val="0"/>
        <w:autoSpaceDE w:val="0"/>
        <w:autoSpaceDN w:val="0"/>
        <w:adjustRightInd w:val="0"/>
        <w:spacing w:after="0" w:line="240" w:lineRule="auto"/>
        <w:ind w:firstLine="539"/>
        <w:jc w:val="both"/>
        <w:rPr>
          <w:rFonts w:ascii="Arial" w:hAnsi="Arial" w:cs="Arial"/>
          <w:sz w:val="24"/>
          <w:szCs w:val="24"/>
        </w:rPr>
      </w:pPr>
      <w:r w:rsidRPr="00AD7512">
        <w:rPr>
          <w:rFonts w:ascii="Arial" w:hAnsi="Arial" w:cs="Arial"/>
          <w:sz w:val="24"/>
          <w:szCs w:val="24"/>
        </w:rPr>
        <w:t>Члену конкурсной комиссии может производиться дополнительная оплата труда (вознаграждение) за работу в конкурсной комиссии по подготовке и проведению конкурса. Размеры и порядок выплаты компенсации и дополнительной оплаты труда (вознаграждения) устанавливаются Собранием депутатов города Фатежа за счет и в пределах бюджетных средств, выделенных на ее содержание.</w:t>
      </w:r>
    </w:p>
    <w:p w:rsidR="000E40A4" w:rsidRPr="00AD7512" w:rsidRDefault="000E40A4" w:rsidP="00B22D05">
      <w:pPr>
        <w:autoSpaceDE w:val="0"/>
        <w:autoSpaceDN w:val="0"/>
        <w:adjustRightInd w:val="0"/>
        <w:spacing w:after="0" w:line="240" w:lineRule="auto"/>
        <w:ind w:firstLine="539"/>
        <w:jc w:val="both"/>
        <w:rPr>
          <w:rFonts w:ascii="Arial" w:hAnsi="Arial" w:cs="Arial"/>
          <w:sz w:val="24"/>
          <w:szCs w:val="24"/>
        </w:rPr>
      </w:pPr>
      <w:r w:rsidRPr="00AD7512">
        <w:rPr>
          <w:rFonts w:ascii="Arial" w:hAnsi="Arial" w:cs="Arial"/>
          <w:sz w:val="24"/>
          <w:szCs w:val="24"/>
        </w:rPr>
        <w:t>На свое первое заседание конкурсная комиссия собирается на следующий день после назначения всех ее членов.</w:t>
      </w:r>
    </w:p>
    <w:p w:rsidR="000E40A4" w:rsidRPr="00AD7512" w:rsidRDefault="000E40A4" w:rsidP="00B22D05">
      <w:pPr>
        <w:autoSpaceDE w:val="0"/>
        <w:autoSpaceDN w:val="0"/>
        <w:adjustRightInd w:val="0"/>
        <w:spacing w:after="0" w:line="240" w:lineRule="auto"/>
        <w:ind w:firstLine="539"/>
        <w:jc w:val="both"/>
        <w:rPr>
          <w:rFonts w:ascii="Arial" w:hAnsi="Arial" w:cs="Arial"/>
          <w:sz w:val="24"/>
          <w:szCs w:val="24"/>
        </w:rPr>
      </w:pPr>
      <w:r w:rsidRPr="00AD7512">
        <w:rPr>
          <w:rFonts w:ascii="Arial" w:hAnsi="Arial" w:cs="Arial"/>
          <w:sz w:val="24"/>
          <w:szCs w:val="24"/>
        </w:rPr>
        <w:t>На первом заседании конкурсной комиссии большинством голосов от установленного числа членов комиссии при открытом голосовании избираются председатель, заместитель председателя и секретарь комиссии.</w:t>
      </w:r>
    </w:p>
    <w:p w:rsidR="000E40A4" w:rsidRPr="00AD7512" w:rsidRDefault="000E40A4" w:rsidP="00B22D05">
      <w:pPr>
        <w:autoSpaceDE w:val="0"/>
        <w:autoSpaceDN w:val="0"/>
        <w:adjustRightInd w:val="0"/>
        <w:spacing w:after="0" w:line="240" w:lineRule="auto"/>
        <w:ind w:firstLine="539"/>
        <w:jc w:val="both"/>
        <w:rPr>
          <w:rFonts w:ascii="Arial" w:hAnsi="Arial" w:cs="Arial"/>
          <w:sz w:val="24"/>
          <w:szCs w:val="24"/>
        </w:rPr>
      </w:pPr>
      <w:r w:rsidRPr="00AD7512">
        <w:rPr>
          <w:rFonts w:ascii="Arial" w:hAnsi="Arial" w:cs="Arial"/>
          <w:sz w:val="24"/>
          <w:szCs w:val="24"/>
        </w:rPr>
        <w:t xml:space="preserve">В случае равного распределения голосов при избрании председателя комиссии полномочия такового осуществляет старший по возрасту из назначенных в ее состав членов комиссии. </w:t>
      </w:r>
    </w:p>
    <w:p w:rsidR="000E40A4" w:rsidRPr="00AD7512" w:rsidRDefault="000E40A4" w:rsidP="00B22D05">
      <w:pPr>
        <w:autoSpaceDE w:val="0"/>
        <w:autoSpaceDN w:val="0"/>
        <w:adjustRightInd w:val="0"/>
        <w:spacing w:after="0" w:line="240" w:lineRule="auto"/>
        <w:ind w:firstLine="539"/>
        <w:jc w:val="both"/>
        <w:rPr>
          <w:rFonts w:ascii="Arial" w:hAnsi="Arial" w:cs="Arial"/>
          <w:sz w:val="24"/>
          <w:szCs w:val="24"/>
        </w:rPr>
      </w:pPr>
      <w:r w:rsidRPr="00AD7512">
        <w:rPr>
          <w:rFonts w:ascii="Arial" w:hAnsi="Arial" w:cs="Arial"/>
          <w:sz w:val="24"/>
          <w:szCs w:val="24"/>
        </w:rPr>
        <w:t>Из числа членов конкурсной комиссии может быть сформирована рабочая группа для проверки документов, представленных кандидатами, на предмет их соответствия условиям конкурса.</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По решению конкурсной комиссии данные обязанности могут быть возложены на председателя и секретаря комиссии.</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Из числа членов комиссии для подсчета суммарного количества баллов, набранных кандидатами в результате конкурса, формируется счетная комиссия.</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 xml:space="preserve"> По решению конкурсной комиссии к работе конкурсной комиссии для экспертной оценки материалов, представляемых кандидатами, могут привлекаться в качестве независимых экспертов специалисты в сфере муниципального управления, экономики, представители научных и образовательных организаций, иные лица, обладающие специальными знаниями, без включения их в состав конкурсной комиссии.</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Заседания конкурсной комиссии созываются ее председателем по мере необходимости, а также по требованию не менее одной трети от установленного числа членов конкурсной комиссии.</w:t>
      </w:r>
    </w:p>
    <w:p w:rsidR="000E40A4" w:rsidRPr="00AD7512" w:rsidRDefault="000E40A4" w:rsidP="007E1676">
      <w:pPr>
        <w:widowControl w:val="0"/>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 xml:space="preserve"> Заседание конкурсной комиссии считается правомочным, если на нем присутствует не менее двух третей от установленного общего числа членов конкурсной комиссии.</w:t>
      </w:r>
    </w:p>
    <w:p w:rsidR="000E40A4" w:rsidRPr="00AD7512" w:rsidRDefault="000E40A4" w:rsidP="009748EF">
      <w:pPr>
        <w:widowControl w:val="0"/>
        <w:autoSpaceDE w:val="0"/>
        <w:autoSpaceDN w:val="0"/>
        <w:adjustRightInd w:val="0"/>
        <w:spacing w:after="0" w:line="240" w:lineRule="auto"/>
        <w:ind w:firstLine="539"/>
        <w:jc w:val="both"/>
        <w:rPr>
          <w:rFonts w:ascii="Arial" w:hAnsi="Arial" w:cs="Arial"/>
          <w:sz w:val="24"/>
          <w:szCs w:val="24"/>
        </w:rPr>
      </w:pPr>
      <w:r w:rsidRPr="00AD7512">
        <w:rPr>
          <w:rFonts w:ascii="Arial" w:hAnsi="Arial" w:cs="Arial"/>
          <w:sz w:val="24"/>
          <w:szCs w:val="24"/>
        </w:rPr>
        <w:t>Не ранее, чем после проведения первого заседания, член конкурсной комиссии:</w:t>
      </w:r>
    </w:p>
    <w:p w:rsidR="000E40A4" w:rsidRPr="00AD7512" w:rsidRDefault="000E40A4" w:rsidP="009748EF">
      <w:pPr>
        <w:widowControl w:val="0"/>
        <w:autoSpaceDE w:val="0"/>
        <w:autoSpaceDN w:val="0"/>
        <w:adjustRightInd w:val="0"/>
        <w:spacing w:after="0" w:line="240" w:lineRule="auto"/>
        <w:ind w:firstLine="539"/>
        <w:jc w:val="both"/>
        <w:rPr>
          <w:rFonts w:ascii="Arial" w:hAnsi="Arial" w:cs="Arial"/>
          <w:sz w:val="24"/>
          <w:szCs w:val="24"/>
        </w:rPr>
      </w:pPr>
      <w:r w:rsidRPr="00AD7512">
        <w:rPr>
          <w:rFonts w:ascii="Arial" w:hAnsi="Arial" w:cs="Arial"/>
          <w:sz w:val="24"/>
          <w:szCs w:val="24"/>
        </w:rPr>
        <w:t xml:space="preserve">- может быть выведен из состава конкурсной комиссии, в случае неоднократной неявки на заседания конкурсной комиссии, по решению органа, его назначившего, с одновременным назначением нового члена конкурсной комиссии взамен выбывшего; </w:t>
      </w:r>
    </w:p>
    <w:p w:rsidR="000E40A4" w:rsidRPr="00AD7512" w:rsidRDefault="000E40A4" w:rsidP="009748EF">
      <w:pPr>
        <w:widowControl w:val="0"/>
        <w:autoSpaceDE w:val="0"/>
        <w:autoSpaceDN w:val="0"/>
        <w:adjustRightInd w:val="0"/>
        <w:spacing w:after="0" w:line="240" w:lineRule="auto"/>
        <w:ind w:firstLine="539"/>
        <w:jc w:val="both"/>
        <w:rPr>
          <w:rFonts w:ascii="Arial" w:hAnsi="Arial" w:cs="Arial"/>
          <w:sz w:val="24"/>
          <w:szCs w:val="24"/>
        </w:rPr>
      </w:pPr>
      <w:r w:rsidRPr="00AD7512">
        <w:rPr>
          <w:rFonts w:ascii="Arial" w:hAnsi="Arial" w:cs="Arial"/>
          <w:sz w:val="24"/>
          <w:szCs w:val="24"/>
        </w:rPr>
        <w:t>- может выйти из состава конкурсной комиссии на основании собственного заявления; в случае если после подачи заявления членом конкурсной комиссии о выходе из ее состава конкурсная комиссия остается в неправомочном составе, орган, назначивший выбывшего члена конкурсной комиссии, принимает решение о назначении нового члена конкурсной комиссии взамен выбывшего.</w:t>
      </w:r>
    </w:p>
    <w:p w:rsidR="000E40A4" w:rsidRPr="00AD7512" w:rsidRDefault="000E40A4" w:rsidP="00A5456C">
      <w:pPr>
        <w:widowControl w:val="0"/>
        <w:autoSpaceDE w:val="0"/>
        <w:autoSpaceDN w:val="0"/>
        <w:adjustRightInd w:val="0"/>
        <w:spacing w:after="0" w:line="240" w:lineRule="auto"/>
        <w:ind w:firstLine="397"/>
        <w:jc w:val="both"/>
        <w:rPr>
          <w:rFonts w:ascii="Arial" w:hAnsi="Arial" w:cs="Arial"/>
          <w:sz w:val="24"/>
          <w:szCs w:val="24"/>
        </w:rPr>
      </w:pPr>
      <w:r w:rsidRPr="00AD7512">
        <w:rPr>
          <w:rFonts w:ascii="Arial" w:hAnsi="Arial" w:cs="Arial"/>
          <w:sz w:val="24"/>
          <w:szCs w:val="24"/>
        </w:rPr>
        <w:t xml:space="preserve"> В случае возникновения ситуации, предусмотренной </w:t>
      </w:r>
      <w:hyperlink r:id="rId7" w:anchor="Par69" w:history="1">
        <w:r w:rsidRPr="00AD7512">
          <w:rPr>
            <w:rStyle w:val="Hyperlink"/>
            <w:rFonts w:ascii="Arial" w:hAnsi="Arial" w:cs="Arial"/>
            <w:color w:val="auto"/>
            <w:sz w:val="24"/>
            <w:szCs w:val="24"/>
            <w:u w:val="none"/>
          </w:rPr>
          <w:t>абзацем 4 пункта 2.2</w:t>
        </w:r>
      </w:hyperlink>
      <w:r w:rsidRPr="00AD7512">
        <w:rPr>
          <w:rFonts w:ascii="Arial" w:hAnsi="Arial" w:cs="Arial"/>
          <w:sz w:val="24"/>
          <w:szCs w:val="24"/>
        </w:rPr>
        <w:t xml:space="preserve"> настоящего Порядка (возникновение конфликта интересов), конкурсная комиссия принимает решение об отстранении члена конкурсной комиссии, подпадающего под действие данного пункта, от участия в ее заседаниях.</w:t>
      </w:r>
    </w:p>
    <w:p w:rsidR="000E40A4" w:rsidRPr="00AD7512" w:rsidRDefault="000E40A4" w:rsidP="00A5456C">
      <w:pPr>
        <w:widowControl w:val="0"/>
        <w:autoSpaceDE w:val="0"/>
        <w:autoSpaceDN w:val="0"/>
        <w:adjustRightInd w:val="0"/>
        <w:spacing w:after="0" w:line="240" w:lineRule="auto"/>
        <w:ind w:firstLine="539"/>
        <w:jc w:val="both"/>
        <w:rPr>
          <w:rFonts w:ascii="Arial" w:hAnsi="Arial" w:cs="Arial"/>
          <w:sz w:val="24"/>
          <w:szCs w:val="24"/>
        </w:rPr>
      </w:pPr>
      <w:r w:rsidRPr="00AD7512">
        <w:rPr>
          <w:rFonts w:ascii="Arial" w:hAnsi="Arial" w:cs="Arial"/>
          <w:sz w:val="24"/>
          <w:szCs w:val="24"/>
        </w:rPr>
        <w:t>Отстраненный член конкурсной комиссии подлежит исключению  из состава конкурсной комиссии по решению органа, его назначившего, с одновременным назначением нового члена конкурсной комиссии взамен выбывшего.</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2.5. Конкурсная комиссия:</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обеспечивает реализацию мероприятий, связанных с подготовкой и проведением конкурса;</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рассматривает жалобы (заявления) на решения и действия (бездействие) конкурсной комиссии и принимает по указанным жалобам (заявлениям) мотивированные решения;</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осуществляет иные полномочия в соответствии с настоящим Порядком.</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2.6. Председатель конкурсной комиссии:</w:t>
      </w:r>
    </w:p>
    <w:p w:rsidR="000E40A4" w:rsidRPr="00AD7512" w:rsidRDefault="000E40A4" w:rsidP="007E1676">
      <w:pPr>
        <w:widowControl w:val="0"/>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1) осуществляет общее руководство работой конкурсной комиссии;</w:t>
      </w:r>
    </w:p>
    <w:p w:rsidR="000E40A4" w:rsidRPr="00AD7512" w:rsidRDefault="000E40A4" w:rsidP="007E1676">
      <w:pPr>
        <w:widowControl w:val="0"/>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2) определяет дату и повестку заседания конкурсной комиссии;</w:t>
      </w:r>
    </w:p>
    <w:p w:rsidR="000E40A4" w:rsidRPr="00AD7512" w:rsidRDefault="000E40A4" w:rsidP="007E1676">
      <w:pPr>
        <w:widowControl w:val="0"/>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3) распределяет обязанности между членами конкурсной комиссии;</w:t>
      </w:r>
    </w:p>
    <w:p w:rsidR="000E40A4" w:rsidRPr="00AD7512" w:rsidRDefault="000E40A4" w:rsidP="007E1676">
      <w:pPr>
        <w:widowControl w:val="0"/>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4) подписывает протоколы заседаний конкурсной комиссии и принятые конкурсной комиссией решения;</w:t>
      </w:r>
    </w:p>
    <w:p w:rsidR="000E40A4" w:rsidRPr="00AD7512" w:rsidRDefault="000E40A4" w:rsidP="007E1676">
      <w:pPr>
        <w:widowControl w:val="0"/>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5) контролирует исполнение решений, принятых конкурсной комиссией;</w:t>
      </w:r>
    </w:p>
    <w:p w:rsidR="000E40A4" w:rsidRPr="00AD7512" w:rsidRDefault="000E40A4" w:rsidP="007E1676">
      <w:pPr>
        <w:widowControl w:val="0"/>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6) представляет конкурсную комиссию в отношениях с кандидатами, иными гражданами, государственными органами, органами местного самоуправления, организациями, средствами массовой информации и общественными объединениями;</w:t>
      </w:r>
    </w:p>
    <w:p w:rsidR="000E40A4" w:rsidRPr="00AD7512" w:rsidRDefault="000E40A4" w:rsidP="007E1676">
      <w:pPr>
        <w:widowControl w:val="0"/>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7) представляет на заседании Собрания депутатов города Фатежа принятое по результатам конкурса решение конкурсной комиссии об отборе кандидатур на должность Главы города Фатежа .</w:t>
      </w:r>
    </w:p>
    <w:p w:rsidR="000E40A4" w:rsidRPr="00AD7512" w:rsidRDefault="000E40A4" w:rsidP="007E1676">
      <w:pPr>
        <w:widowControl w:val="0"/>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2.7. Заместитель председателя конкурсной комиссии исполняет обязанности председателя конкурсной комиссии в случае его отсутствия, а также осуществляет по поручению председателя конкурсной комиссии иные полномочия.</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2.8. Секретарь конкурсной комиссии:</w:t>
      </w:r>
    </w:p>
    <w:p w:rsidR="000E40A4" w:rsidRPr="00AD7512" w:rsidRDefault="000E40A4" w:rsidP="007E1676">
      <w:pPr>
        <w:widowControl w:val="0"/>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1) осуществляет организационное обеспечение деятельности конкурсной комиссии;</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2) принимает и регистрирует документы от кандидатов на участие в конкурсе;</w:t>
      </w:r>
    </w:p>
    <w:p w:rsidR="000E40A4" w:rsidRPr="00AD7512" w:rsidRDefault="000E40A4" w:rsidP="007E1676">
      <w:pPr>
        <w:widowControl w:val="0"/>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3) осуществляет подготовку заседаний конкурсной комиссии, в том числе обеспечивает извещение членов конкурсной комиссии и, при необходимости, иных лиц, привлеченных к участию в работе конкурсной комиссии, о дате, времени и месте заседания конкурсной комиссии, не позднее чем за 2 рабочих дня до заседания конкурсной комиссии;</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4) ведет и подписывает протоколы заседаний конкурсной комиссии;</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5) по запросу кандидатов, а в случаях, установленных законодательством, - иных органов, предоставляет выписки из протоколов заседаний конкурсной комиссии;</w:t>
      </w:r>
    </w:p>
    <w:p w:rsidR="000E40A4" w:rsidRPr="00AD7512" w:rsidRDefault="000E40A4" w:rsidP="007E1676">
      <w:pPr>
        <w:widowControl w:val="0"/>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6) оформляет принятые конкурсной комиссией решения;</w:t>
      </w:r>
    </w:p>
    <w:p w:rsidR="000E40A4" w:rsidRPr="00AD7512" w:rsidRDefault="000E40A4" w:rsidP="007E1676">
      <w:pPr>
        <w:widowControl w:val="0"/>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7) решает иные организационные вопросы, связанные с подготовкой и проведением заседаний конкурсной комиссии.</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2.9. Деятельность конкурсной комиссии осуществляется на коллегиальной основе. Основной формой работы конкурсной комиссии являются заседания, которые могут быть открытыми или закрытыми.</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Решение о проведении открытого или закрытого заседания конкурсной комиссии принимается конкурсной комиссией самостоятельно.</w:t>
      </w:r>
    </w:p>
    <w:p w:rsidR="000E40A4" w:rsidRPr="00AD7512" w:rsidRDefault="000E40A4" w:rsidP="00217B5D">
      <w:pPr>
        <w:autoSpaceDE w:val="0"/>
        <w:autoSpaceDN w:val="0"/>
        <w:adjustRightInd w:val="0"/>
        <w:spacing w:after="0" w:line="240" w:lineRule="auto"/>
        <w:ind w:firstLine="539"/>
        <w:jc w:val="both"/>
        <w:rPr>
          <w:rFonts w:ascii="Arial" w:hAnsi="Arial" w:cs="Arial"/>
          <w:sz w:val="24"/>
          <w:szCs w:val="24"/>
        </w:rPr>
      </w:pPr>
      <w:r w:rsidRPr="00AD7512">
        <w:rPr>
          <w:rFonts w:ascii="Arial" w:hAnsi="Arial" w:cs="Arial"/>
          <w:sz w:val="24"/>
          <w:szCs w:val="24"/>
        </w:rPr>
        <w:t>Решения конкурсной комиссии принимаются большинством голосов от числа присутствующих на заседании членов комиссии. При равенстве голосов членов комиссии право решающего голоса имеет председатель комиссии, а в его отсутствие - заместитель.</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Член конкурсной комиссии, не согласный с ее решением, вправе изложить свое особое мнение в письменном виде. Особое мнение члена конкурсной комиссии приобщается к протоколу заседания конкурсной комиссии.</w:t>
      </w:r>
    </w:p>
    <w:p w:rsidR="000E40A4" w:rsidRPr="00AD7512" w:rsidRDefault="000E40A4" w:rsidP="00A5456C">
      <w:pPr>
        <w:spacing w:after="0" w:line="240" w:lineRule="auto"/>
        <w:ind w:firstLine="397"/>
        <w:rPr>
          <w:rFonts w:ascii="Arial" w:hAnsi="Arial" w:cs="Arial"/>
          <w:sz w:val="24"/>
          <w:szCs w:val="24"/>
        </w:rPr>
      </w:pPr>
      <w:r w:rsidRPr="00AD7512">
        <w:rPr>
          <w:rFonts w:ascii="Arial" w:hAnsi="Arial" w:cs="Arial"/>
          <w:sz w:val="24"/>
          <w:szCs w:val="24"/>
        </w:rPr>
        <w:t>Данное особое мнение председатель конкурсной комиссии доводит до сведения Собрания депутатов города Фатежа .</w:t>
      </w:r>
    </w:p>
    <w:p w:rsidR="000E40A4" w:rsidRPr="00AD7512" w:rsidRDefault="000E40A4" w:rsidP="00A5456C">
      <w:pPr>
        <w:autoSpaceDE w:val="0"/>
        <w:autoSpaceDN w:val="0"/>
        <w:adjustRightInd w:val="0"/>
        <w:spacing w:after="0" w:line="240" w:lineRule="auto"/>
        <w:ind w:firstLine="397"/>
        <w:jc w:val="both"/>
        <w:rPr>
          <w:rFonts w:ascii="Arial" w:hAnsi="Arial" w:cs="Arial"/>
          <w:sz w:val="24"/>
          <w:szCs w:val="24"/>
        </w:rPr>
      </w:pPr>
      <w:r w:rsidRPr="00AD7512">
        <w:rPr>
          <w:rFonts w:ascii="Arial" w:hAnsi="Arial" w:cs="Arial"/>
          <w:sz w:val="24"/>
          <w:szCs w:val="24"/>
        </w:rPr>
        <w:t>Ведение видео- и аудиозаписи на заседании конкурсной комиссии разрешается по решению конкурсной комиссии, принимаемому простым большинством голосов от числа членов конкурсной комиссии, присутствующих на заседании.</w:t>
      </w:r>
    </w:p>
    <w:p w:rsidR="000E40A4" w:rsidRPr="00AD7512" w:rsidRDefault="000E40A4" w:rsidP="00A5456C">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2.10. Материально-техническое и организационное обеспечение деятельности конкурсной комиссии осуществляется Администрацией города Фатежа.</w:t>
      </w:r>
    </w:p>
    <w:p w:rsidR="000E40A4" w:rsidRPr="00AD7512" w:rsidRDefault="000E40A4" w:rsidP="00A5456C">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2.11. Конкурсная комиссия прекращает свои полномочия после принятия Собранием депутатов города Фатежа решения об избрании Главы города Фатежа из числа кандидатов, представленных конкурсной комиссией по результатам конкурса или о назначении повторного конкурса об избрании Главы города Фатежа из числа кандидатов, представленных конкурсной комиссией по результатам конкурса.</w:t>
      </w:r>
    </w:p>
    <w:p w:rsidR="000E40A4" w:rsidRPr="00AD7512" w:rsidRDefault="000E40A4" w:rsidP="007E1676">
      <w:pPr>
        <w:autoSpaceDE w:val="0"/>
        <w:autoSpaceDN w:val="0"/>
        <w:adjustRightInd w:val="0"/>
        <w:spacing w:after="0" w:line="240" w:lineRule="auto"/>
        <w:ind w:firstLine="540"/>
        <w:jc w:val="both"/>
        <w:rPr>
          <w:rFonts w:ascii="Arial" w:hAnsi="Arial" w:cs="Arial"/>
          <w:b/>
          <w:sz w:val="24"/>
          <w:szCs w:val="24"/>
        </w:rPr>
      </w:pPr>
    </w:p>
    <w:p w:rsidR="000E40A4" w:rsidRPr="004C00CA" w:rsidRDefault="000E40A4" w:rsidP="00912D96">
      <w:pPr>
        <w:pStyle w:val="BodyTextIndent"/>
        <w:ind w:firstLine="709"/>
        <w:jc w:val="center"/>
        <w:rPr>
          <w:b/>
          <w:szCs w:val="28"/>
        </w:rPr>
      </w:pPr>
      <w:r w:rsidRPr="004C00CA">
        <w:rPr>
          <w:b/>
          <w:szCs w:val="28"/>
        </w:rPr>
        <w:t xml:space="preserve">3. </w:t>
      </w:r>
      <w:r w:rsidRPr="00AD7512">
        <w:rPr>
          <w:rFonts w:ascii="Arial" w:hAnsi="Arial" w:cs="Arial"/>
          <w:b/>
          <w:sz w:val="30"/>
          <w:szCs w:val="30"/>
        </w:rPr>
        <w:t>Требования к гражданам, для участия в конкурсе</w:t>
      </w:r>
    </w:p>
    <w:p w:rsidR="000E40A4" w:rsidRPr="004C00CA" w:rsidRDefault="000E40A4" w:rsidP="007E1676">
      <w:pPr>
        <w:autoSpaceDE w:val="0"/>
        <w:autoSpaceDN w:val="0"/>
        <w:adjustRightInd w:val="0"/>
        <w:spacing w:after="0" w:line="240" w:lineRule="auto"/>
        <w:ind w:firstLine="540"/>
        <w:jc w:val="both"/>
        <w:rPr>
          <w:rFonts w:ascii="Times New Roman" w:hAnsi="Times New Roman"/>
          <w:sz w:val="28"/>
          <w:szCs w:val="28"/>
        </w:rPr>
      </w:pPr>
    </w:p>
    <w:p w:rsidR="000E40A4" w:rsidRPr="00AD7512" w:rsidRDefault="000E40A4" w:rsidP="004008D1">
      <w:pPr>
        <w:autoSpaceDE w:val="0"/>
        <w:autoSpaceDN w:val="0"/>
        <w:adjustRightInd w:val="0"/>
        <w:spacing w:after="0" w:line="240" w:lineRule="auto"/>
        <w:ind w:firstLine="539"/>
        <w:jc w:val="both"/>
        <w:rPr>
          <w:rFonts w:ascii="Arial" w:hAnsi="Arial" w:cs="Arial"/>
          <w:sz w:val="24"/>
          <w:szCs w:val="24"/>
        </w:rPr>
      </w:pPr>
      <w:r w:rsidRPr="00AD7512">
        <w:rPr>
          <w:rFonts w:ascii="Arial" w:hAnsi="Arial" w:cs="Arial"/>
          <w:sz w:val="24"/>
          <w:szCs w:val="24"/>
        </w:rPr>
        <w:t>3.1. Право на участие в конкурсе имеют граждане Российской Федерации, достигшие возраста 25 лет, владеющие государственным языком Российской Федерации, обладающие пассивным избирательным правом, имеющие среднее (или среднее специальное (или  профессиональное) образование) или высшее образование и стаж работы на выборных должностях органов местного самоуправления не менее                   4 (четырех) лет, или высшее образование и стаж работы не менее 5 (пяти) лет, не имеющие судимости.</w:t>
      </w:r>
    </w:p>
    <w:p w:rsidR="000E40A4" w:rsidRPr="00AD7512" w:rsidRDefault="000E40A4" w:rsidP="004008D1">
      <w:pPr>
        <w:spacing w:after="0" w:line="240" w:lineRule="auto"/>
        <w:ind w:firstLine="539"/>
        <w:jc w:val="both"/>
        <w:rPr>
          <w:rFonts w:ascii="Arial" w:hAnsi="Arial" w:cs="Arial"/>
          <w:sz w:val="24"/>
          <w:szCs w:val="24"/>
        </w:rPr>
      </w:pPr>
      <w:r w:rsidRPr="00AD7512">
        <w:rPr>
          <w:rFonts w:ascii="Arial" w:hAnsi="Arial" w:cs="Arial"/>
          <w:sz w:val="24"/>
          <w:szCs w:val="24"/>
        </w:rPr>
        <w:t xml:space="preserve"> Кандидатом на должность главы муниципального образования может быть зарегистрирован гражданин, который на день проведения конкурса не имеет в соответствии с Федеральным </w:t>
      </w:r>
      <w:hyperlink r:id="rId8" w:history="1">
        <w:r w:rsidRPr="00AD7512">
          <w:rPr>
            <w:rFonts w:ascii="Arial" w:hAnsi="Arial" w:cs="Arial"/>
            <w:sz w:val="24"/>
            <w:szCs w:val="24"/>
          </w:rPr>
          <w:t>законом</w:t>
        </w:r>
      </w:hyperlink>
      <w:r w:rsidRPr="00AD7512">
        <w:rPr>
          <w:rFonts w:ascii="Arial" w:hAnsi="Arial" w:cs="Arial"/>
          <w:sz w:val="24"/>
          <w:szCs w:val="24"/>
        </w:rPr>
        <w:t xml:space="preserve"> от 12 июня 2002 года N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0E40A4" w:rsidRPr="00AD7512" w:rsidRDefault="000E40A4" w:rsidP="004008D1">
      <w:pPr>
        <w:autoSpaceDE w:val="0"/>
        <w:autoSpaceDN w:val="0"/>
        <w:adjustRightInd w:val="0"/>
        <w:spacing w:after="0" w:line="240" w:lineRule="auto"/>
        <w:ind w:firstLine="539"/>
        <w:jc w:val="both"/>
        <w:rPr>
          <w:rFonts w:ascii="Arial" w:hAnsi="Arial" w:cs="Arial"/>
          <w:sz w:val="24"/>
          <w:szCs w:val="24"/>
        </w:rPr>
      </w:pPr>
      <w:r w:rsidRPr="00AD7512">
        <w:rPr>
          <w:rFonts w:ascii="Arial" w:hAnsi="Arial" w:cs="Arial"/>
          <w:sz w:val="24"/>
          <w:szCs w:val="24"/>
        </w:rPr>
        <w:t>3.2. Граждане могут быть выдвинуты на должность Главы города Фатежа:</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bookmarkStart w:id="2" w:name="Par52"/>
      <w:bookmarkEnd w:id="2"/>
      <w:r w:rsidRPr="00AD7512">
        <w:rPr>
          <w:rFonts w:ascii="Arial" w:hAnsi="Arial" w:cs="Arial"/>
          <w:sz w:val="24"/>
          <w:szCs w:val="24"/>
        </w:rPr>
        <w:t>а) общественными объединениями;</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bookmarkStart w:id="3" w:name="Par54"/>
      <w:bookmarkEnd w:id="3"/>
      <w:r w:rsidRPr="00AD7512">
        <w:rPr>
          <w:rFonts w:ascii="Arial" w:hAnsi="Arial" w:cs="Arial"/>
          <w:sz w:val="24"/>
          <w:szCs w:val="24"/>
        </w:rPr>
        <w:t>б) собраниями граждан;</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в) путем самовыдвижения.</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 xml:space="preserve">В случаях, когда инициаторами выдвижения гражданина на должность Главы города Фатежа являются субъекты, указанные в </w:t>
      </w:r>
      <w:hyperlink w:anchor="Par52" w:history="1">
        <w:r w:rsidRPr="00AD7512">
          <w:rPr>
            <w:rFonts w:ascii="Arial" w:hAnsi="Arial" w:cs="Arial"/>
            <w:sz w:val="24"/>
            <w:szCs w:val="24"/>
          </w:rPr>
          <w:t>подпунктах «</w:t>
        </w:r>
      </w:hyperlink>
      <w:r w:rsidRPr="00AD7512">
        <w:rPr>
          <w:rFonts w:ascii="Arial" w:hAnsi="Arial" w:cs="Arial"/>
          <w:sz w:val="24"/>
          <w:szCs w:val="24"/>
        </w:rPr>
        <w:t xml:space="preserve">а», </w:t>
      </w:r>
      <w:hyperlink w:anchor="Par54" w:history="1">
        <w:r w:rsidRPr="00AD7512">
          <w:rPr>
            <w:rFonts w:ascii="Arial" w:hAnsi="Arial" w:cs="Arial"/>
            <w:sz w:val="24"/>
            <w:szCs w:val="24"/>
          </w:rPr>
          <w:t>«б» пункта 3.2</w:t>
        </w:r>
      </w:hyperlink>
      <w:r w:rsidRPr="00AD7512">
        <w:rPr>
          <w:rFonts w:ascii="Arial" w:hAnsi="Arial" w:cs="Arial"/>
          <w:sz w:val="24"/>
          <w:szCs w:val="24"/>
        </w:rPr>
        <w:t>. настоящего Порядка, выдвижение осуществляется соответственно на заседаниях уполномоченных органов общественных объединений, проводимых в соответствии с их уставами (положениями), либо на собраниях граждан. При этом в конкурсную комиссию помимо документов указанных в пунктах 3.3. - 3.5. раздела 3 настоящего Порядка дополнительно  предоставляются:</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 решение учредителей (участников) либо уполномоченного органа общественного объединения в случае выдвижения кандидата общественным объединением;</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 решение собрания граждан в случае выдвижения кандидата собранием граждан.</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bookmarkStart w:id="4" w:name="Par57"/>
      <w:bookmarkEnd w:id="4"/>
      <w:r w:rsidRPr="00AD7512">
        <w:rPr>
          <w:rFonts w:ascii="Arial" w:hAnsi="Arial" w:cs="Arial"/>
          <w:sz w:val="24"/>
          <w:szCs w:val="24"/>
        </w:rPr>
        <w:t>3.3. Гражданин, изъявивший желание участвовать в конкурсе, представляет в конкурсную комиссию следующие документы:</w:t>
      </w:r>
    </w:p>
    <w:p w:rsidR="000E40A4" w:rsidRPr="00AD7512" w:rsidRDefault="000E40A4" w:rsidP="007E1676">
      <w:pPr>
        <w:widowControl w:val="0"/>
        <w:autoSpaceDE w:val="0"/>
        <w:autoSpaceDN w:val="0"/>
        <w:adjustRightInd w:val="0"/>
        <w:spacing w:after="0" w:line="240" w:lineRule="auto"/>
        <w:ind w:firstLine="540"/>
        <w:jc w:val="both"/>
        <w:rPr>
          <w:rFonts w:ascii="Arial" w:hAnsi="Arial" w:cs="Arial"/>
          <w:sz w:val="24"/>
          <w:szCs w:val="24"/>
        </w:rPr>
      </w:pPr>
      <w:bookmarkStart w:id="5" w:name="Par67"/>
      <w:bookmarkEnd w:id="5"/>
      <w:r w:rsidRPr="00AD7512">
        <w:rPr>
          <w:rFonts w:ascii="Arial" w:hAnsi="Arial" w:cs="Arial"/>
          <w:sz w:val="24"/>
          <w:szCs w:val="24"/>
        </w:rPr>
        <w:t>1) заявление установленной формы (приложение № 1 к настоящему Порядку);</w:t>
      </w:r>
    </w:p>
    <w:p w:rsidR="000E40A4" w:rsidRPr="00AD7512" w:rsidRDefault="000E40A4" w:rsidP="007E1676">
      <w:pPr>
        <w:widowControl w:val="0"/>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 xml:space="preserve">2) собственноручно заполненную и подписанную </w:t>
      </w:r>
      <w:hyperlink w:anchor="Par190" w:history="1">
        <w:r w:rsidRPr="00AD7512">
          <w:rPr>
            <w:rFonts w:ascii="Arial" w:hAnsi="Arial" w:cs="Arial"/>
            <w:sz w:val="24"/>
            <w:szCs w:val="24"/>
          </w:rPr>
          <w:t>анкету</w:t>
        </w:r>
      </w:hyperlink>
      <w:r w:rsidRPr="00AD7512">
        <w:rPr>
          <w:rFonts w:ascii="Arial" w:hAnsi="Arial" w:cs="Arial"/>
          <w:sz w:val="24"/>
          <w:szCs w:val="24"/>
        </w:rPr>
        <w:t xml:space="preserve"> установленной формы (приложение № 2 к настоящему Порядку);</w:t>
      </w:r>
    </w:p>
    <w:p w:rsidR="000E40A4" w:rsidRPr="00AD7512" w:rsidRDefault="000E40A4" w:rsidP="007E1676">
      <w:pPr>
        <w:widowControl w:val="0"/>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3) паспорт гражданина Российской Федерации и его копию;</w:t>
      </w:r>
    </w:p>
    <w:p w:rsidR="000E40A4" w:rsidRPr="00AD7512" w:rsidRDefault="000E40A4" w:rsidP="007E1676">
      <w:pPr>
        <w:widowControl w:val="0"/>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4) две цветные фотографии размером 3 x 4;</w:t>
      </w:r>
    </w:p>
    <w:p w:rsidR="000E40A4" w:rsidRPr="00AD7512" w:rsidRDefault="000E40A4" w:rsidP="007E1676">
      <w:pPr>
        <w:widowControl w:val="0"/>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5) копию трудовой книжки или иные документы, подтверждающие трудовую (служебную) деятельность гражданина, заверенные нотариально или кадровыми службами по месту работы;</w:t>
      </w:r>
    </w:p>
    <w:p w:rsidR="000E40A4" w:rsidRPr="00AD7512" w:rsidRDefault="000E40A4" w:rsidP="007E1676">
      <w:pPr>
        <w:widowControl w:val="0"/>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6) документы, подтверждающие наличие необходимого образования, стаж работы и квалификацию (выписку из трудовой книжки, копии документов об образовании), заверенные нотариально или кадровыми службами по месту работы (службы), и их копии;</w:t>
      </w:r>
    </w:p>
    <w:p w:rsidR="000E40A4" w:rsidRPr="00AD7512" w:rsidRDefault="000E40A4" w:rsidP="007E1676">
      <w:pPr>
        <w:widowControl w:val="0"/>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7) страховое свидетельство обязательного пенсионного страхования и его копию;</w:t>
      </w:r>
    </w:p>
    <w:p w:rsidR="000E40A4" w:rsidRPr="00AD7512" w:rsidRDefault="000E40A4" w:rsidP="007E1676">
      <w:pPr>
        <w:widowControl w:val="0"/>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8) свидетельство о постановке на учет в налоговом органе по месту жительства на территории Российской Федерации и его копию;</w:t>
      </w:r>
    </w:p>
    <w:p w:rsidR="000E40A4" w:rsidRPr="00AD7512" w:rsidRDefault="000E40A4" w:rsidP="007E1676">
      <w:pPr>
        <w:widowControl w:val="0"/>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9) документы воинского учета - для военнообязанных, и их копию;</w:t>
      </w:r>
    </w:p>
    <w:p w:rsidR="000E40A4" w:rsidRPr="00AD7512" w:rsidRDefault="000E40A4" w:rsidP="007E1676">
      <w:pPr>
        <w:widowControl w:val="0"/>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10) сведения о доходах, расходах, об имуществе и обязательствах имущественного характера гражданина, а также о доходах, об имуществе и обязательствах имущественного характера своих супруги (супруга) и несовершеннолетних детей за год, предшествующий году участия в конкурсе, об имуществе и обязательствах имущественного характера по форме, установленной Указом Президента Российской Федерации от 23.06.2014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p>
    <w:p w:rsidR="000E40A4" w:rsidRPr="00AD7512" w:rsidRDefault="000E40A4" w:rsidP="007E1676">
      <w:pPr>
        <w:widowControl w:val="0"/>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11) по желанию могут быть представлены отзыв с места работы (службы) и другие сведения;</w:t>
      </w:r>
    </w:p>
    <w:p w:rsidR="000E40A4" w:rsidRPr="00AD7512" w:rsidRDefault="000E40A4" w:rsidP="007E1676">
      <w:pPr>
        <w:widowControl w:val="0"/>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12) письменное согласие на обработку персональных данных (приложение № 3 к настоящему Порядку).</w:t>
      </w:r>
    </w:p>
    <w:p w:rsidR="000E40A4" w:rsidRPr="00AD7512" w:rsidRDefault="000E40A4" w:rsidP="007E1676">
      <w:pPr>
        <w:widowControl w:val="0"/>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13)  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по форме № 001-ГС/у, утвержденной Приказом Минздравсоцразвития  РФ от 14.12.2009 года № 984н.</w:t>
      </w:r>
    </w:p>
    <w:p w:rsidR="000E40A4" w:rsidRPr="00AD7512" w:rsidRDefault="000E40A4" w:rsidP="007E1676">
      <w:pPr>
        <w:widowControl w:val="0"/>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14) документы подтверждающие наличие (отсутствие) судимости.</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 xml:space="preserve">3.4. Кроме документов, указанных в </w:t>
      </w:r>
      <w:hyperlink w:anchor="Par57" w:history="1">
        <w:r w:rsidRPr="00AD7512">
          <w:rPr>
            <w:rFonts w:ascii="Arial" w:hAnsi="Arial" w:cs="Arial"/>
            <w:sz w:val="24"/>
            <w:szCs w:val="24"/>
          </w:rPr>
          <w:t>пункте 3.3</w:t>
        </w:r>
      </w:hyperlink>
      <w:r w:rsidRPr="00AD7512">
        <w:rPr>
          <w:rFonts w:ascii="Arial" w:hAnsi="Arial" w:cs="Arial"/>
          <w:sz w:val="24"/>
          <w:szCs w:val="24"/>
        </w:rPr>
        <w:t xml:space="preserve"> настоящего Порядка, каждый кандидат в качестве конкурсного задания представляет разработанную им программу социально-экономического развития  муниципального образования г.Фатеж на 5 лет (далее – Программа) в печатном исполнении не более 5 листов.</w:t>
      </w:r>
    </w:p>
    <w:p w:rsidR="000E40A4" w:rsidRPr="00AD7512" w:rsidRDefault="000E40A4" w:rsidP="00C76471">
      <w:pPr>
        <w:spacing w:after="0" w:line="240" w:lineRule="auto"/>
        <w:ind w:firstLine="708"/>
        <w:jc w:val="both"/>
        <w:rPr>
          <w:rFonts w:ascii="Arial" w:hAnsi="Arial" w:cs="Arial"/>
          <w:sz w:val="24"/>
          <w:szCs w:val="24"/>
        </w:rPr>
      </w:pPr>
      <w:r w:rsidRPr="00AD7512">
        <w:rPr>
          <w:rFonts w:ascii="Arial" w:hAnsi="Arial" w:cs="Arial"/>
          <w:sz w:val="24"/>
          <w:szCs w:val="24"/>
        </w:rPr>
        <w:t>Программа обязательно должна содержать:</w:t>
      </w:r>
    </w:p>
    <w:p w:rsidR="000E40A4" w:rsidRPr="00AD7512" w:rsidRDefault="000E40A4" w:rsidP="00C76471">
      <w:pPr>
        <w:spacing w:after="0" w:line="240" w:lineRule="auto"/>
        <w:ind w:firstLine="708"/>
        <w:jc w:val="both"/>
        <w:rPr>
          <w:rFonts w:ascii="Arial" w:hAnsi="Arial" w:cs="Arial"/>
          <w:sz w:val="24"/>
          <w:szCs w:val="24"/>
        </w:rPr>
      </w:pPr>
      <w:r w:rsidRPr="00AD7512">
        <w:rPr>
          <w:rFonts w:ascii="Arial" w:hAnsi="Arial" w:cs="Arial"/>
          <w:sz w:val="24"/>
          <w:szCs w:val="24"/>
        </w:rPr>
        <w:t>1) оценку текущего социально-экономического состояния муниципального образования;</w:t>
      </w:r>
    </w:p>
    <w:p w:rsidR="000E40A4" w:rsidRPr="00AD7512" w:rsidRDefault="000E40A4" w:rsidP="00C76471">
      <w:pPr>
        <w:spacing w:after="0" w:line="240" w:lineRule="auto"/>
        <w:ind w:firstLine="708"/>
        <w:jc w:val="both"/>
        <w:rPr>
          <w:rFonts w:ascii="Arial" w:hAnsi="Arial" w:cs="Arial"/>
          <w:sz w:val="24"/>
          <w:szCs w:val="24"/>
        </w:rPr>
      </w:pPr>
      <w:r w:rsidRPr="00AD7512">
        <w:rPr>
          <w:rFonts w:ascii="Arial" w:hAnsi="Arial" w:cs="Arial"/>
          <w:sz w:val="24"/>
          <w:szCs w:val="24"/>
        </w:rPr>
        <w:t xml:space="preserve">2) описание основных социально-экономических проблем муниципального образования; </w:t>
      </w:r>
    </w:p>
    <w:p w:rsidR="000E40A4" w:rsidRPr="00AD7512" w:rsidRDefault="000E40A4" w:rsidP="00C76471">
      <w:pPr>
        <w:spacing w:after="0" w:line="240" w:lineRule="auto"/>
        <w:ind w:firstLine="708"/>
        <w:jc w:val="both"/>
        <w:rPr>
          <w:rFonts w:ascii="Arial" w:hAnsi="Arial" w:cs="Arial"/>
          <w:i/>
          <w:sz w:val="24"/>
          <w:szCs w:val="24"/>
          <w:u w:val="single"/>
        </w:rPr>
      </w:pPr>
      <w:r w:rsidRPr="00AD7512">
        <w:rPr>
          <w:rFonts w:ascii="Arial" w:hAnsi="Arial" w:cs="Arial"/>
          <w:sz w:val="24"/>
          <w:szCs w:val="24"/>
        </w:rPr>
        <w:t>3) комплекс предлагаемых кандидатом мер, направленных на улучшение социально-экономического положения и решение основных проблем муниципального образования;</w:t>
      </w:r>
    </w:p>
    <w:p w:rsidR="000E40A4" w:rsidRPr="00AD7512" w:rsidRDefault="000E40A4" w:rsidP="00C76471">
      <w:pPr>
        <w:spacing w:after="0" w:line="240" w:lineRule="auto"/>
        <w:ind w:firstLine="708"/>
        <w:jc w:val="both"/>
        <w:rPr>
          <w:rFonts w:ascii="Arial" w:hAnsi="Arial" w:cs="Arial"/>
          <w:sz w:val="24"/>
          <w:szCs w:val="24"/>
        </w:rPr>
      </w:pPr>
      <w:r w:rsidRPr="00AD7512">
        <w:rPr>
          <w:rFonts w:ascii="Arial" w:hAnsi="Arial" w:cs="Arial"/>
          <w:sz w:val="24"/>
          <w:szCs w:val="24"/>
        </w:rPr>
        <w:t>4) предполагаемую структуру местной администрации;</w:t>
      </w:r>
    </w:p>
    <w:p w:rsidR="000E40A4" w:rsidRPr="00AD7512" w:rsidRDefault="000E40A4" w:rsidP="00C76471">
      <w:pPr>
        <w:spacing w:after="0" w:line="240" w:lineRule="auto"/>
        <w:ind w:firstLine="708"/>
        <w:jc w:val="both"/>
        <w:rPr>
          <w:rFonts w:ascii="Arial" w:hAnsi="Arial" w:cs="Arial"/>
          <w:sz w:val="24"/>
          <w:szCs w:val="24"/>
        </w:rPr>
      </w:pPr>
      <w:r w:rsidRPr="00AD7512">
        <w:rPr>
          <w:rFonts w:ascii="Arial" w:hAnsi="Arial" w:cs="Arial"/>
          <w:sz w:val="24"/>
          <w:szCs w:val="24"/>
        </w:rPr>
        <w:t>5) предполагаемые сроки реализации Программы.</w:t>
      </w:r>
    </w:p>
    <w:p w:rsidR="000E40A4" w:rsidRPr="00AD7512" w:rsidRDefault="000E40A4" w:rsidP="006A3289">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3.5. Дополнительно к вышеперечисленным документам кандидатом в конкурсную комиссию могут быть представлены документы в поддержку избрания его Главой города Фатежа (в том числе от общественных объединений, политических партий, собраний граждан), заверенные нотариально или кадровыми службами по месту работы (службы) кандидата, документы о дополнительном профессиональном образовании, о присвоении ученой степени (звания), о награждении наградами и присвоении почетных званий, о замещаемых общественных должностях, иные документы, характеризующие его профессиональную подготовку.</w:t>
      </w:r>
    </w:p>
    <w:p w:rsidR="000E40A4" w:rsidRPr="00AD7512" w:rsidRDefault="000E40A4" w:rsidP="006A3289">
      <w:pPr>
        <w:spacing w:after="0" w:line="240" w:lineRule="auto"/>
        <w:ind w:firstLine="708"/>
        <w:jc w:val="both"/>
        <w:rPr>
          <w:rFonts w:ascii="Arial" w:hAnsi="Arial" w:cs="Arial"/>
          <w:sz w:val="24"/>
          <w:szCs w:val="24"/>
        </w:rPr>
      </w:pPr>
      <w:r w:rsidRPr="00AD7512">
        <w:rPr>
          <w:rFonts w:ascii="Arial" w:hAnsi="Arial" w:cs="Arial"/>
          <w:sz w:val="24"/>
          <w:szCs w:val="24"/>
        </w:rPr>
        <w:t>3.6. Документы для участия в конкурсе представляются в конкурсную комиссию кандидатами лично в течение 20 календарных дней, со следующего за днем официального опубликования о проведении конкурса начиная с 09:00 часов до 17:00 часов; поступившие документы после 17:00 часов последнего дня приема документов, не принимаются.</w:t>
      </w:r>
    </w:p>
    <w:p w:rsidR="000E40A4" w:rsidRPr="00AD7512" w:rsidRDefault="000E40A4" w:rsidP="006A3289">
      <w:pPr>
        <w:autoSpaceDE w:val="0"/>
        <w:autoSpaceDN w:val="0"/>
        <w:adjustRightInd w:val="0"/>
        <w:spacing w:after="0" w:line="240" w:lineRule="auto"/>
        <w:ind w:firstLine="540"/>
        <w:jc w:val="both"/>
        <w:rPr>
          <w:rFonts w:ascii="Arial" w:hAnsi="Arial" w:cs="Arial"/>
          <w:sz w:val="24"/>
          <w:szCs w:val="24"/>
        </w:rPr>
      </w:pPr>
      <w:bookmarkStart w:id="6" w:name="Par70"/>
      <w:bookmarkEnd w:id="6"/>
      <w:r w:rsidRPr="00AD7512">
        <w:rPr>
          <w:rFonts w:ascii="Arial" w:hAnsi="Arial" w:cs="Arial"/>
          <w:sz w:val="24"/>
          <w:szCs w:val="24"/>
        </w:rPr>
        <w:t>3.7. Гражданин не допускается к участию в конкурсе в случаях:</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 несоответствия установленным настоящим Порядком требованиям к кандидатам на должность Главы города Фатежа;</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 xml:space="preserve">- несвоевременного представления документов, указанных в </w:t>
      </w:r>
      <w:hyperlink w:anchor="Par57" w:history="1">
        <w:r w:rsidRPr="00AD7512">
          <w:rPr>
            <w:rFonts w:ascii="Arial" w:hAnsi="Arial" w:cs="Arial"/>
            <w:sz w:val="24"/>
            <w:szCs w:val="24"/>
          </w:rPr>
          <w:t>пунктах 3.3</w:t>
        </w:r>
      </w:hyperlink>
      <w:r w:rsidRPr="00AD7512">
        <w:rPr>
          <w:rFonts w:ascii="Arial" w:hAnsi="Arial" w:cs="Arial"/>
          <w:sz w:val="24"/>
          <w:szCs w:val="24"/>
        </w:rPr>
        <w:t xml:space="preserve">., </w:t>
      </w:r>
      <w:hyperlink w:anchor="Par67" w:history="1">
        <w:r w:rsidRPr="00AD7512">
          <w:rPr>
            <w:rFonts w:ascii="Arial" w:hAnsi="Arial" w:cs="Arial"/>
            <w:sz w:val="24"/>
            <w:szCs w:val="24"/>
          </w:rPr>
          <w:t>3.4</w:t>
        </w:r>
      </w:hyperlink>
      <w:r w:rsidRPr="00AD7512">
        <w:rPr>
          <w:rFonts w:ascii="Arial" w:hAnsi="Arial" w:cs="Arial"/>
          <w:sz w:val="24"/>
          <w:szCs w:val="24"/>
        </w:rPr>
        <w:t>.  раздела 3 настоящего Порядка, и (или) представления их не в полном объеме и (или) с нарушением правил оформления;</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 признания его недееспособным или ограниченно дееспособным решением суда, вступившим в законную силу.</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 xml:space="preserve">3.8. Отказ в допуске к участию в конкурсе оформляется мотивированным решением конкурсной комиссии. </w:t>
      </w:r>
    </w:p>
    <w:p w:rsidR="000E40A4" w:rsidRPr="00AD7512" w:rsidRDefault="000E40A4" w:rsidP="00BA6823">
      <w:pPr>
        <w:widowControl w:val="0"/>
        <w:autoSpaceDE w:val="0"/>
        <w:autoSpaceDN w:val="0"/>
        <w:adjustRightInd w:val="0"/>
        <w:spacing w:after="0" w:line="240" w:lineRule="auto"/>
        <w:ind w:firstLine="539"/>
        <w:jc w:val="both"/>
        <w:rPr>
          <w:rFonts w:ascii="Arial" w:hAnsi="Arial" w:cs="Arial"/>
          <w:sz w:val="24"/>
          <w:szCs w:val="24"/>
        </w:rPr>
      </w:pPr>
      <w:r w:rsidRPr="00AD7512">
        <w:rPr>
          <w:rFonts w:ascii="Arial" w:hAnsi="Arial" w:cs="Arial"/>
          <w:sz w:val="24"/>
          <w:szCs w:val="24"/>
        </w:rPr>
        <w:t>Решение конкурсной комиссии о недопущении к участию в конкурсе доводится до сведения кандидата путем письменного извещения не позднее трех дней со дня принятия решения, а также в день проведения конкурса, устно (и в письменной форме), в случае его присутствия, при условии, что он не подтверждает факт получения им ранее  направленного конкурсной комиссией мотивированного решения о недопущении к участию в конкурсе.</w:t>
      </w:r>
    </w:p>
    <w:p w:rsidR="000E40A4" w:rsidRPr="00AD7512" w:rsidRDefault="000E40A4" w:rsidP="00BA6823">
      <w:pPr>
        <w:spacing w:after="0" w:line="240" w:lineRule="auto"/>
        <w:ind w:firstLine="540"/>
        <w:jc w:val="both"/>
        <w:rPr>
          <w:rFonts w:ascii="Arial" w:hAnsi="Arial" w:cs="Arial"/>
          <w:sz w:val="24"/>
          <w:szCs w:val="24"/>
        </w:rPr>
      </w:pPr>
      <w:r w:rsidRPr="00AD7512">
        <w:rPr>
          <w:rFonts w:ascii="Arial" w:hAnsi="Arial" w:cs="Arial"/>
          <w:sz w:val="24"/>
          <w:szCs w:val="24"/>
        </w:rPr>
        <w:t>3.9. Кандидат вправе отказаться от участия в конкурсе и снять свою кандидатуру путем подачи письменного заявления на любом этапе конкурса, но не позднее принятия конкурсной комиссией итогового решения о результатах конкурса.</w:t>
      </w:r>
    </w:p>
    <w:p w:rsidR="000E40A4" w:rsidRPr="00AD7512" w:rsidRDefault="000E40A4" w:rsidP="00DA619B">
      <w:pPr>
        <w:widowControl w:val="0"/>
        <w:autoSpaceDE w:val="0"/>
        <w:autoSpaceDN w:val="0"/>
        <w:adjustRightInd w:val="0"/>
        <w:spacing w:after="0" w:line="240" w:lineRule="auto"/>
        <w:ind w:firstLine="539"/>
        <w:jc w:val="both"/>
        <w:rPr>
          <w:rFonts w:ascii="Arial" w:hAnsi="Arial" w:cs="Arial"/>
          <w:sz w:val="24"/>
          <w:szCs w:val="24"/>
        </w:rPr>
      </w:pPr>
    </w:p>
    <w:p w:rsidR="000E40A4" w:rsidRPr="004C00CA" w:rsidRDefault="000E40A4" w:rsidP="007E1676">
      <w:pPr>
        <w:autoSpaceDE w:val="0"/>
        <w:autoSpaceDN w:val="0"/>
        <w:adjustRightInd w:val="0"/>
        <w:spacing w:after="0" w:line="240" w:lineRule="auto"/>
        <w:jc w:val="center"/>
        <w:outlineLvl w:val="2"/>
        <w:rPr>
          <w:rFonts w:ascii="Times New Roman" w:hAnsi="Times New Roman"/>
          <w:b/>
          <w:sz w:val="28"/>
          <w:szCs w:val="28"/>
        </w:rPr>
      </w:pPr>
      <w:r w:rsidRPr="004C00CA">
        <w:rPr>
          <w:rFonts w:ascii="Times New Roman" w:hAnsi="Times New Roman"/>
          <w:b/>
          <w:sz w:val="28"/>
          <w:szCs w:val="28"/>
        </w:rPr>
        <w:t>4</w:t>
      </w:r>
      <w:r w:rsidRPr="00AD7512">
        <w:rPr>
          <w:rFonts w:ascii="Arial" w:hAnsi="Arial" w:cs="Arial"/>
          <w:b/>
          <w:sz w:val="30"/>
          <w:szCs w:val="30"/>
        </w:rPr>
        <w:t>. Порядок проведения конкурса</w:t>
      </w:r>
    </w:p>
    <w:p w:rsidR="000E40A4" w:rsidRPr="004C00CA" w:rsidRDefault="000E40A4" w:rsidP="007E1676">
      <w:pPr>
        <w:autoSpaceDE w:val="0"/>
        <w:autoSpaceDN w:val="0"/>
        <w:adjustRightInd w:val="0"/>
        <w:spacing w:after="0" w:line="240" w:lineRule="auto"/>
        <w:ind w:firstLine="540"/>
        <w:jc w:val="both"/>
        <w:rPr>
          <w:rFonts w:ascii="Times New Roman" w:hAnsi="Times New Roman"/>
          <w:sz w:val="28"/>
          <w:szCs w:val="28"/>
        </w:rPr>
      </w:pP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4.1. Условия конкурса, сведения о дате, времени, месте проведения, публикуется  не позднее, чем за 20 дней до дня проведения конкурса в газете «Фатежские будни».</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Конкурс проводится в течение 5 (пяти) дней со дня окончания приема заявлений об участии в конкурсе и соответствующих документов.</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Конкурс проводится при условии наличия не менее 2 (двух) кандидатур, соответствующих требованиям, установленным в разделе 2 Порядка и допущенных к участию в конкурсе.</w:t>
      </w:r>
    </w:p>
    <w:p w:rsidR="000E40A4" w:rsidRPr="00AD7512" w:rsidRDefault="000E40A4" w:rsidP="00FA319A">
      <w:pPr>
        <w:widowControl w:val="0"/>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4.2. Представленные в конкурсную комиссию документы регистрируются в установленном законодательством порядке.</w:t>
      </w:r>
    </w:p>
    <w:p w:rsidR="000E40A4" w:rsidRPr="00AD7512" w:rsidRDefault="000E40A4" w:rsidP="00FA319A">
      <w:pPr>
        <w:widowControl w:val="0"/>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Подлинники документов, если нет оснований предполагать их подложность, возвращаются гражданину в день предъявления, а их копии формируются в дело.</w:t>
      </w:r>
    </w:p>
    <w:p w:rsidR="000E40A4" w:rsidRPr="00AD7512" w:rsidRDefault="000E40A4" w:rsidP="00FA319A">
      <w:pPr>
        <w:widowControl w:val="0"/>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 xml:space="preserve"> Кандидату на участие в конкурсе выдается подтверждение о приеме документов с указанием перечня документов и даты приема, подписанная членом комиссии, осуществившим прием документов. </w:t>
      </w:r>
    </w:p>
    <w:p w:rsidR="000E40A4" w:rsidRPr="00AD7512" w:rsidRDefault="000E40A4" w:rsidP="00CC6416">
      <w:pPr>
        <w:tabs>
          <w:tab w:val="num" w:pos="1260"/>
          <w:tab w:val="num" w:pos="1440"/>
        </w:tabs>
        <w:spacing w:after="0" w:line="240" w:lineRule="auto"/>
        <w:ind w:firstLine="709"/>
        <w:jc w:val="both"/>
        <w:rPr>
          <w:rFonts w:ascii="Arial" w:hAnsi="Arial" w:cs="Arial"/>
          <w:sz w:val="24"/>
          <w:szCs w:val="24"/>
        </w:rPr>
      </w:pPr>
      <w:r w:rsidRPr="00AD7512">
        <w:rPr>
          <w:rFonts w:ascii="Arial" w:hAnsi="Arial" w:cs="Arial"/>
          <w:sz w:val="24"/>
          <w:szCs w:val="24"/>
        </w:rPr>
        <w:t>Конкурсная комиссия вправе проверить достоверность представленных кандидатом сведений в порядке, установленном действующим законодательством.</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 xml:space="preserve">4.3. На основании представленных документов конкурсная комиссия принимает решение о допуске кандидатов либо об отказе в допуске к участию в дальнейшем конкурсном отборе в случаях, предусмотренных </w:t>
      </w:r>
      <w:hyperlink w:anchor="Par70" w:history="1">
        <w:r w:rsidRPr="00AD7512">
          <w:rPr>
            <w:rFonts w:ascii="Arial" w:hAnsi="Arial" w:cs="Arial"/>
            <w:sz w:val="24"/>
            <w:szCs w:val="24"/>
          </w:rPr>
          <w:t>пунктом 3</w:t>
        </w:r>
        <w:bookmarkStart w:id="7" w:name="_GoBack"/>
        <w:bookmarkEnd w:id="7"/>
        <w:r w:rsidRPr="00AD7512">
          <w:rPr>
            <w:rFonts w:ascii="Arial" w:hAnsi="Arial" w:cs="Arial"/>
            <w:sz w:val="24"/>
            <w:szCs w:val="24"/>
          </w:rPr>
          <w:t>.7</w:t>
        </w:r>
      </w:hyperlink>
      <w:r w:rsidRPr="00AD7512">
        <w:rPr>
          <w:rFonts w:ascii="Arial" w:hAnsi="Arial" w:cs="Arial"/>
          <w:sz w:val="24"/>
          <w:szCs w:val="24"/>
        </w:rPr>
        <w:t>. настоящего Порядка.</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4.4. Конкурсная комиссия производит бальную оценку допущенных к конкурсу кандидатов на основании представленных ими документов и собеседования с каждым из них.</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4.5. Кандидат обязан лично участвовать в конкурсе, в случае неявки кандидата на заседание конкурсной комиссии кандидат утрачивает право на дальнейшее участие в конкурсе.</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4.6. Собеседование начинается с представления кандидатом Программы, после чего члены конкурсной комиссии задают вопросы по существу представленных им документов.</w:t>
      </w:r>
    </w:p>
    <w:p w:rsidR="000E40A4" w:rsidRPr="00AD7512" w:rsidRDefault="000E40A4" w:rsidP="00AD7512">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Члены конкурсной комиссии также вправе задать вопросы об опыте предыдущей работы или службы кандидата и об основных достижениях кандидата на предыдущих местах работы или службы, о знании Конституции Российской Федерации, федеральных законов, законов Курской области, Устава соответствующего муниципального образования, а также иных нормативных правовых актов в части, касающейся исполнения должностных обязанностей, иным обстоятельствам, по которым можно судить о деловых, профессиональных качествах.</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При этом члены конкурсной комиссии вправе задать не более 2-х вопросов одному кандидату.</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 xml:space="preserve">По окончании собеседования каждый из членов конкурсной комиссии оценивает кандидатов путем балльной оценки (от 0 до 10 баллов), проставляемой в отношении каждого из кандидатов в </w:t>
      </w:r>
      <w:hyperlink w:anchor="Par355" w:history="1">
        <w:r w:rsidRPr="00AD7512">
          <w:rPr>
            <w:rFonts w:ascii="Arial" w:hAnsi="Arial" w:cs="Arial"/>
            <w:sz w:val="24"/>
            <w:szCs w:val="24"/>
          </w:rPr>
          <w:t>бюллетене</w:t>
        </w:r>
      </w:hyperlink>
      <w:r w:rsidRPr="00AD7512">
        <w:rPr>
          <w:rFonts w:ascii="Arial" w:hAnsi="Arial" w:cs="Arial"/>
          <w:sz w:val="24"/>
          <w:szCs w:val="24"/>
        </w:rPr>
        <w:t xml:space="preserve"> (приложение № 4 к настоящему Порядку).</w:t>
      </w:r>
    </w:p>
    <w:p w:rsidR="000E40A4" w:rsidRPr="00AD7512" w:rsidRDefault="000E40A4" w:rsidP="007E167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4.7. Суммарный подсчет баллов, набранных каждым из кандидатов, осуществляется счетной комиссией. Результаты подсчета оформляются протоколом заседания счетной комиссии.</w:t>
      </w:r>
    </w:p>
    <w:p w:rsidR="000E40A4" w:rsidRPr="00AD7512" w:rsidRDefault="000E40A4" w:rsidP="00E16F36">
      <w:pPr>
        <w:autoSpaceDE w:val="0"/>
        <w:autoSpaceDN w:val="0"/>
        <w:adjustRightInd w:val="0"/>
        <w:spacing w:after="0" w:line="240" w:lineRule="auto"/>
        <w:ind w:firstLine="397"/>
        <w:jc w:val="both"/>
        <w:rPr>
          <w:rFonts w:ascii="Arial" w:hAnsi="Arial" w:cs="Arial"/>
          <w:sz w:val="24"/>
          <w:szCs w:val="24"/>
        </w:rPr>
      </w:pPr>
      <w:r w:rsidRPr="00AD7512">
        <w:rPr>
          <w:rFonts w:ascii="Arial" w:hAnsi="Arial" w:cs="Arial"/>
          <w:sz w:val="24"/>
          <w:szCs w:val="24"/>
        </w:rPr>
        <w:t xml:space="preserve"> 4.8. Протокол заседания счетной комиссии утверждается решением конкурсной комиссии путем открытого голосования большинством голосов от общего числа членов конкурсной комиссии.</w:t>
      </w:r>
    </w:p>
    <w:p w:rsidR="000E40A4" w:rsidRPr="00AD7512" w:rsidRDefault="000E40A4" w:rsidP="00E16F36">
      <w:pPr>
        <w:pStyle w:val="ConsPlusNormal0"/>
        <w:ind w:firstLine="540"/>
        <w:jc w:val="both"/>
        <w:rPr>
          <w:rFonts w:ascii="Arial" w:hAnsi="Arial" w:cs="Arial"/>
          <w:sz w:val="24"/>
          <w:szCs w:val="24"/>
        </w:rPr>
      </w:pPr>
      <w:r w:rsidRPr="00AD7512">
        <w:rPr>
          <w:rFonts w:ascii="Arial" w:hAnsi="Arial" w:cs="Arial"/>
          <w:sz w:val="24"/>
          <w:szCs w:val="24"/>
        </w:rPr>
        <w:t>В итоговом протоколе заседания конкурсной комиссии указывается:</w:t>
      </w:r>
    </w:p>
    <w:p w:rsidR="000E40A4" w:rsidRPr="00AD7512" w:rsidRDefault="000E40A4" w:rsidP="00E16F36">
      <w:pPr>
        <w:pStyle w:val="ConsPlusNormal0"/>
        <w:ind w:firstLine="540"/>
        <w:jc w:val="both"/>
        <w:rPr>
          <w:rFonts w:ascii="Arial" w:hAnsi="Arial" w:cs="Arial"/>
          <w:sz w:val="24"/>
          <w:szCs w:val="24"/>
        </w:rPr>
      </w:pPr>
      <w:r w:rsidRPr="00AD7512">
        <w:rPr>
          <w:rFonts w:ascii="Arial" w:hAnsi="Arial" w:cs="Arial"/>
          <w:sz w:val="24"/>
          <w:szCs w:val="24"/>
        </w:rPr>
        <w:t>- дата и номер протокола;</w:t>
      </w:r>
    </w:p>
    <w:p w:rsidR="000E40A4" w:rsidRPr="00AD7512" w:rsidRDefault="000E40A4" w:rsidP="00E16F36">
      <w:pPr>
        <w:pStyle w:val="ConsPlusNormal0"/>
        <w:ind w:firstLine="540"/>
        <w:jc w:val="both"/>
        <w:rPr>
          <w:rFonts w:ascii="Arial" w:hAnsi="Arial" w:cs="Arial"/>
          <w:sz w:val="24"/>
          <w:szCs w:val="24"/>
        </w:rPr>
      </w:pPr>
      <w:r w:rsidRPr="00AD7512">
        <w:rPr>
          <w:rFonts w:ascii="Arial" w:hAnsi="Arial" w:cs="Arial"/>
          <w:sz w:val="24"/>
          <w:szCs w:val="24"/>
        </w:rPr>
        <w:t>- общее количество членов конкурсной комиссии и число членов конкурсной комиссии, присутствующих на заседании конкурсной комиссии;</w:t>
      </w:r>
    </w:p>
    <w:p w:rsidR="000E40A4" w:rsidRPr="00AD7512" w:rsidRDefault="000E40A4" w:rsidP="0010344D">
      <w:pPr>
        <w:pStyle w:val="ConsPlusNormal0"/>
        <w:ind w:firstLine="540"/>
        <w:jc w:val="both"/>
        <w:rPr>
          <w:rFonts w:ascii="Arial" w:hAnsi="Arial" w:cs="Arial"/>
          <w:sz w:val="24"/>
          <w:szCs w:val="24"/>
        </w:rPr>
      </w:pPr>
      <w:r w:rsidRPr="00AD7512">
        <w:rPr>
          <w:rFonts w:ascii="Arial" w:hAnsi="Arial" w:cs="Arial"/>
          <w:sz w:val="24"/>
          <w:szCs w:val="24"/>
        </w:rPr>
        <w:t>- число граждан, подавших документы на участие в конкурсе, и их персональные данные;</w:t>
      </w:r>
    </w:p>
    <w:p w:rsidR="000E40A4" w:rsidRPr="00AD7512" w:rsidRDefault="000E40A4" w:rsidP="0010344D">
      <w:pPr>
        <w:pStyle w:val="ConsPlusNormal0"/>
        <w:ind w:firstLine="540"/>
        <w:jc w:val="both"/>
        <w:rPr>
          <w:rFonts w:ascii="Arial" w:hAnsi="Arial" w:cs="Arial"/>
          <w:sz w:val="24"/>
          <w:szCs w:val="24"/>
        </w:rPr>
      </w:pPr>
      <w:r w:rsidRPr="00AD7512">
        <w:rPr>
          <w:rFonts w:ascii="Arial" w:hAnsi="Arial" w:cs="Arial"/>
          <w:sz w:val="24"/>
          <w:szCs w:val="24"/>
        </w:rPr>
        <w:t>- число граждан, отказавшихся от участия в конкурсе, и их персональные данные;</w:t>
      </w:r>
    </w:p>
    <w:p w:rsidR="000E40A4" w:rsidRPr="00AD7512" w:rsidRDefault="000E40A4" w:rsidP="0010344D">
      <w:pPr>
        <w:pStyle w:val="ConsPlusNormal0"/>
        <w:ind w:firstLine="540"/>
        <w:jc w:val="both"/>
        <w:rPr>
          <w:rFonts w:ascii="Arial" w:hAnsi="Arial" w:cs="Arial"/>
          <w:sz w:val="24"/>
          <w:szCs w:val="24"/>
        </w:rPr>
      </w:pPr>
      <w:r w:rsidRPr="00AD7512">
        <w:rPr>
          <w:rFonts w:ascii="Arial" w:hAnsi="Arial" w:cs="Arial"/>
          <w:sz w:val="24"/>
          <w:szCs w:val="24"/>
        </w:rPr>
        <w:t>- число граждан, в отношении которых конкурсной комиссией принято решение об отказе в допуске ко второму этапу конкурса, и их персональные данные;</w:t>
      </w:r>
    </w:p>
    <w:p w:rsidR="000E40A4" w:rsidRPr="00AD7512" w:rsidRDefault="000E40A4" w:rsidP="0010344D">
      <w:pPr>
        <w:pStyle w:val="ConsPlusNormal0"/>
        <w:ind w:firstLine="540"/>
        <w:jc w:val="both"/>
        <w:rPr>
          <w:rFonts w:ascii="Arial" w:hAnsi="Arial" w:cs="Arial"/>
          <w:sz w:val="24"/>
          <w:szCs w:val="24"/>
        </w:rPr>
      </w:pPr>
      <w:r w:rsidRPr="00AD7512">
        <w:rPr>
          <w:rFonts w:ascii="Arial" w:hAnsi="Arial" w:cs="Arial"/>
          <w:sz w:val="24"/>
          <w:szCs w:val="24"/>
        </w:rPr>
        <w:t>- число граждан, не явившихся на заседание конкурсной комиссии для участия во втором этапе конкурса, и их персональные данные;</w:t>
      </w:r>
    </w:p>
    <w:p w:rsidR="000E40A4" w:rsidRPr="00AD7512" w:rsidRDefault="000E40A4" w:rsidP="0010344D">
      <w:pPr>
        <w:pStyle w:val="ConsPlusNormal0"/>
        <w:ind w:firstLine="540"/>
        <w:jc w:val="both"/>
        <w:rPr>
          <w:rFonts w:ascii="Arial" w:hAnsi="Arial" w:cs="Arial"/>
          <w:sz w:val="24"/>
          <w:szCs w:val="24"/>
        </w:rPr>
      </w:pPr>
      <w:r w:rsidRPr="00AD7512">
        <w:rPr>
          <w:rFonts w:ascii="Arial" w:hAnsi="Arial" w:cs="Arial"/>
          <w:sz w:val="24"/>
          <w:szCs w:val="24"/>
        </w:rPr>
        <w:t>- ход проведения второго этапа конкурса;</w:t>
      </w:r>
    </w:p>
    <w:p w:rsidR="000E40A4" w:rsidRPr="00AD7512" w:rsidRDefault="000E40A4" w:rsidP="0010344D">
      <w:pPr>
        <w:pStyle w:val="ConsPlusNormal0"/>
        <w:ind w:firstLine="540"/>
        <w:jc w:val="both"/>
        <w:rPr>
          <w:rFonts w:ascii="Arial" w:hAnsi="Arial" w:cs="Arial"/>
          <w:sz w:val="24"/>
          <w:szCs w:val="24"/>
        </w:rPr>
      </w:pPr>
      <w:r w:rsidRPr="00AD7512">
        <w:rPr>
          <w:rFonts w:ascii="Arial" w:hAnsi="Arial" w:cs="Arial"/>
          <w:sz w:val="24"/>
          <w:szCs w:val="24"/>
        </w:rPr>
        <w:t>- содержание обсуждений кандидатур членами конкурсной комиссии;</w:t>
      </w:r>
    </w:p>
    <w:p w:rsidR="000E40A4" w:rsidRPr="00AD7512" w:rsidRDefault="000E40A4" w:rsidP="00E16F36">
      <w:pPr>
        <w:autoSpaceDE w:val="0"/>
        <w:autoSpaceDN w:val="0"/>
        <w:adjustRightInd w:val="0"/>
        <w:spacing w:after="0" w:line="240" w:lineRule="auto"/>
        <w:ind w:firstLine="397"/>
        <w:jc w:val="both"/>
        <w:rPr>
          <w:rFonts w:ascii="Arial" w:hAnsi="Arial" w:cs="Arial"/>
          <w:sz w:val="24"/>
          <w:szCs w:val="24"/>
        </w:rPr>
      </w:pPr>
      <w:r w:rsidRPr="00AD7512">
        <w:rPr>
          <w:rFonts w:ascii="Arial" w:hAnsi="Arial" w:cs="Arial"/>
          <w:sz w:val="24"/>
          <w:szCs w:val="24"/>
        </w:rPr>
        <w:t>Итоговый протокол заседания конкурсной комиссии подписывается всеми членами конкурсной комиссии, присутствовавшими на заседании конкурсной комиссии.</w:t>
      </w:r>
    </w:p>
    <w:p w:rsidR="000E40A4" w:rsidRPr="00AD7512" w:rsidRDefault="000E40A4" w:rsidP="00E16F3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По результатам подсчета баллов, набранных каждым из кандидатов, конкурсной комиссией открытым голосованием принимается решение об отборе двух кандидатур на должность Главы города Фатежа, набравших наибольшее число баллов.</w:t>
      </w:r>
    </w:p>
    <w:p w:rsidR="000E40A4" w:rsidRPr="00AD7512" w:rsidRDefault="000E40A4" w:rsidP="00E16F36">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4.9. Решение конкурсной комиссии об отборе кандидатур на должность Главы города Фатежа подписывается председателем, секретарем и всеми членами конкурсной комиссии, участвовавшими в голосовании, и в двухдневный срок со дня его принятия направляется Собранию депутатов города Фатежа .</w:t>
      </w:r>
    </w:p>
    <w:p w:rsidR="000E40A4" w:rsidRPr="00AD7512" w:rsidRDefault="000E40A4" w:rsidP="00E60815">
      <w:pPr>
        <w:spacing w:after="0" w:line="240" w:lineRule="auto"/>
        <w:ind w:firstLine="539"/>
        <w:jc w:val="both"/>
        <w:rPr>
          <w:rFonts w:ascii="Arial" w:hAnsi="Arial" w:cs="Arial"/>
          <w:sz w:val="24"/>
          <w:szCs w:val="24"/>
        </w:rPr>
      </w:pPr>
      <w:r w:rsidRPr="00AD7512">
        <w:rPr>
          <w:rFonts w:ascii="Arial" w:hAnsi="Arial" w:cs="Arial"/>
          <w:sz w:val="24"/>
          <w:szCs w:val="24"/>
        </w:rPr>
        <w:t>4.10. Каждому участнику конкурса конкурсная комиссия сообщает о его результатах в письменной форме в течение 2 (двух) календарных дней со дня принятия решения по итогам конкурса. Председатель Собрания депутатов города Фатежа извещает избранных конкурсной комиссией кандидатов не позднее, чем за 2 (два) календарных дня до даты, на которую назначено заседание</w:t>
      </w:r>
      <w:r w:rsidRPr="00AD7512">
        <w:rPr>
          <w:rFonts w:ascii="Arial" w:hAnsi="Arial" w:cs="Arial"/>
          <w:i/>
          <w:sz w:val="24"/>
          <w:szCs w:val="24"/>
        </w:rPr>
        <w:t xml:space="preserve"> </w:t>
      </w:r>
      <w:r w:rsidRPr="00AD7512">
        <w:rPr>
          <w:rFonts w:ascii="Arial" w:hAnsi="Arial" w:cs="Arial"/>
          <w:sz w:val="24"/>
          <w:szCs w:val="24"/>
        </w:rPr>
        <w:t>Собрания депутатов города Фатежа , о дате, времени и месте заседания.</w:t>
      </w:r>
    </w:p>
    <w:p w:rsidR="000E40A4" w:rsidRPr="00AD7512" w:rsidRDefault="000E40A4" w:rsidP="0010344D">
      <w:pPr>
        <w:spacing w:after="0" w:line="240" w:lineRule="auto"/>
        <w:ind w:firstLine="397"/>
        <w:jc w:val="both"/>
        <w:rPr>
          <w:rFonts w:ascii="Arial" w:hAnsi="Arial" w:cs="Arial"/>
          <w:sz w:val="24"/>
          <w:szCs w:val="24"/>
        </w:rPr>
      </w:pPr>
      <w:r w:rsidRPr="00AD7512">
        <w:rPr>
          <w:rFonts w:ascii="Arial" w:hAnsi="Arial" w:cs="Arial"/>
          <w:sz w:val="24"/>
          <w:szCs w:val="24"/>
        </w:rPr>
        <w:t xml:space="preserve"> 4.11.  Конкурсная комиссия принимает решение о признании конкурса несостоявшимся:</w:t>
      </w:r>
    </w:p>
    <w:p w:rsidR="000E40A4" w:rsidRPr="00AD7512" w:rsidRDefault="000E40A4" w:rsidP="0010344D">
      <w:pPr>
        <w:pStyle w:val="ConsPlusNormal0"/>
        <w:ind w:firstLine="540"/>
        <w:jc w:val="both"/>
        <w:rPr>
          <w:rFonts w:ascii="Arial" w:hAnsi="Arial" w:cs="Arial"/>
          <w:sz w:val="24"/>
          <w:szCs w:val="24"/>
        </w:rPr>
      </w:pPr>
      <w:r w:rsidRPr="00AD7512">
        <w:rPr>
          <w:rFonts w:ascii="Arial" w:hAnsi="Arial" w:cs="Arial"/>
          <w:sz w:val="24"/>
          <w:szCs w:val="24"/>
        </w:rPr>
        <w:t xml:space="preserve">- в случае, если в указанный в </w:t>
      </w:r>
      <w:hyperlink r:id="rId9" w:anchor="P63" w:history="1">
        <w:r w:rsidRPr="00AD7512">
          <w:rPr>
            <w:rStyle w:val="Hyperlink"/>
            <w:rFonts w:ascii="Arial" w:hAnsi="Arial" w:cs="Arial"/>
            <w:color w:val="auto"/>
            <w:sz w:val="24"/>
            <w:szCs w:val="24"/>
            <w:u w:val="none"/>
          </w:rPr>
          <w:t>подпункте 2 пункта 1.</w:t>
        </w:r>
      </w:hyperlink>
      <w:r w:rsidRPr="00AD7512">
        <w:rPr>
          <w:rFonts w:ascii="Arial" w:hAnsi="Arial" w:cs="Arial"/>
          <w:sz w:val="24"/>
          <w:szCs w:val="24"/>
        </w:rPr>
        <w:t>5. настоящего Порядка срок в комиссию не представлены документы на участие в конкурсе ни одним кандидатом;</w:t>
      </w:r>
    </w:p>
    <w:p w:rsidR="000E40A4" w:rsidRPr="00AD7512" w:rsidRDefault="000E40A4" w:rsidP="0010344D">
      <w:pPr>
        <w:pStyle w:val="ConsPlusNormal0"/>
        <w:ind w:firstLine="540"/>
        <w:jc w:val="both"/>
        <w:rPr>
          <w:rFonts w:ascii="Arial" w:hAnsi="Arial" w:cs="Arial"/>
          <w:sz w:val="24"/>
          <w:szCs w:val="24"/>
        </w:rPr>
      </w:pPr>
      <w:r w:rsidRPr="00AD7512">
        <w:rPr>
          <w:rFonts w:ascii="Arial" w:hAnsi="Arial" w:cs="Arial"/>
          <w:sz w:val="24"/>
          <w:szCs w:val="24"/>
        </w:rPr>
        <w:t>- в случае наличия только одного кандидата, подавшего заявление на участие в конкурсе;</w:t>
      </w:r>
    </w:p>
    <w:p w:rsidR="000E40A4" w:rsidRPr="00AD7512" w:rsidRDefault="000E40A4" w:rsidP="0010344D">
      <w:pPr>
        <w:pStyle w:val="ConsPlusNormal0"/>
        <w:ind w:firstLine="540"/>
        <w:jc w:val="both"/>
        <w:rPr>
          <w:rFonts w:ascii="Arial" w:hAnsi="Arial" w:cs="Arial"/>
          <w:sz w:val="24"/>
          <w:szCs w:val="24"/>
        </w:rPr>
      </w:pPr>
      <w:r w:rsidRPr="00AD7512">
        <w:rPr>
          <w:rFonts w:ascii="Arial" w:hAnsi="Arial" w:cs="Arial"/>
          <w:sz w:val="24"/>
          <w:szCs w:val="24"/>
        </w:rPr>
        <w:t>- в случае, если в результате проведения конкурса все кандидаты признаны не прошедшими конкурс по отбору кандидатур на должность Главы города Фатежа ;</w:t>
      </w:r>
    </w:p>
    <w:p w:rsidR="000E40A4" w:rsidRPr="00AD7512" w:rsidRDefault="000E40A4" w:rsidP="0010344D">
      <w:pPr>
        <w:pStyle w:val="ConsPlusNormal0"/>
        <w:ind w:firstLine="540"/>
        <w:jc w:val="both"/>
        <w:rPr>
          <w:rFonts w:ascii="Arial" w:hAnsi="Arial" w:cs="Arial"/>
          <w:sz w:val="24"/>
          <w:szCs w:val="24"/>
        </w:rPr>
      </w:pPr>
      <w:r w:rsidRPr="00AD7512">
        <w:rPr>
          <w:rFonts w:ascii="Arial" w:hAnsi="Arial" w:cs="Arial"/>
          <w:sz w:val="24"/>
          <w:szCs w:val="24"/>
        </w:rPr>
        <w:t>- в случае, если на любом из этапов проведения конкурса остался только один кандидат на должность Главы города Фатежа .</w:t>
      </w:r>
    </w:p>
    <w:p w:rsidR="000E40A4" w:rsidRPr="00AD7512" w:rsidRDefault="000E40A4" w:rsidP="0010344D">
      <w:pPr>
        <w:pStyle w:val="ConsPlusNormal0"/>
        <w:ind w:firstLine="540"/>
        <w:jc w:val="both"/>
        <w:rPr>
          <w:rFonts w:ascii="Arial" w:hAnsi="Arial" w:cs="Arial"/>
          <w:sz w:val="24"/>
          <w:szCs w:val="24"/>
        </w:rPr>
      </w:pPr>
      <w:r w:rsidRPr="00AD7512">
        <w:rPr>
          <w:rFonts w:ascii="Arial" w:hAnsi="Arial" w:cs="Arial"/>
          <w:sz w:val="24"/>
          <w:szCs w:val="24"/>
        </w:rPr>
        <w:t>При признании конкурса несостоявшимся, к</w:t>
      </w:r>
      <w:r w:rsidRPr="00AD7512">
        <w:rPr>
          <w:rFonts w:ascii="Arial" w:hAnsi="Arial" w:cs="Arial"/>
          <w:sz w:val="24"/>
          <w:szCs w:val="24"/>
          <w:lang w:eastAsia="en-US"/>
        </w:rPr>
        <w:t xml:space="preserve">онкурсная комиссия письменно информирует об этом  Собрание депутатов </w:t>
      </w:r>
      <w:r w:rsidRPr="00AD7512">
        <w:rPr>
          <w:rFonts w:ascii="Arial" w:hAnsi="Arial" w:cs="Arial"/>
          <w:sz w:val="24"/>
          <w:szCs w:val="24"/>
        </w:rPr>
        <w:t xml:space="preserve">города Фатежа </w:t>
      </w:r>
      <w:r w:rsidRPr="00AD7512">
        <w:rPr>
          <w:rFonts w:ascii="Arial" w:hAnsi="Arial" w:cs="Arial"/>
          <w:sz w:val="24"/>
          <w:szCs w:val="24"/>
          <w:lang w:eastAsia="en-US"/>
        </w:rPr>
        <w:t>в двухдневный срок. В этом случае Собрание депутатов</w:t>
      </w:r>
      <w:r w:rsidRPr="00AD7512">
        <w:rPr>
          <w:rFonts w:ascii="Arial" w:hAnsi="Arial" w:cs="Arial"/>
          <w:sz w:val="24"/>
          <w:szCs w:val="24"/>
        </w:rPr>
        <w:t xml:space="preserve"> города Фатежа</w:t>
      </w:r>
      <w:r w:rsidRPr="00AD7512">
        <w:rPr>
          <w:rFonts w:ascii="Arial" w:hAnsi="Arial" w:cs="Arial"/>
          <w:sz w:val="24"/>
          <w:szCs w:val="24"/>
          <w:lang w:eastAsia="en-US"/>
        </w:rPr>
        <w:t xml:space="preserve"> принимает решение о проведении нового конкурса в сроки, установленные пунктом 1.4. настоящего Порядка.</w:t>
      </w:r>
    </w:p>
    <w:p w:rsidR="000E40A4" w:rsidRPr="00AD7512" w:rsidRDefault="000E40A4" w:rsidP="0010344D">
      <w:pPr>
        <w:pStyle w:val="NoSpacing"/>
        <w:jc w:val="both"/>
        <w:rPr>
          <w:rFonts w:ascii="Arial" w:hAnsi="Arial" w:cs="Arial"/>
          <w:sz w:val="24"/>
          <w:szCs w:val="24"/>
        </w:rPr>
      </w:pPr>
      <w:r w:rsidRPr="00AD7512">
        <w:rPr>
          <w:rFonts w:ascii="Arial" w:hAnsi="Arial" w:cs="Arial"/>
          <w:sz w:val="24"/>
          <w:szCs w:val="24"/>
        </w:rPr>
        <w:tab/>
        <w:t>При проведении повторного конкурса допускается выдвижение кандидатов, которые выдвигались ранее.</w:t>
      </w:r>
    </w:p>
    <w:p w:rsidR="000E40A4" w:rsidRPr="004C00CA" w:rsidRDefault="000E40A4" w:rsidP="0010344D">
      <w:pPr>
        <w:autoSpaceDE w:val="0"/>
        <w:autoSpaceDN w:val="0"/>
        <w:adjustRightInd w:val="0"/>
        <w:spacing w:after="0" w:line="240" w:lineRule="auto"/>
        <w:jc w:val="both"/>
        <w:rPr>
          <w:rFonts w:ascii="Times New Roman" w:hAnsi="Times New Roman"/>
          <w:sz w:val="28"/>
          <w:szCs w:val="28"/>
        </w:rPr>
      </w:pPr>
    </w:p>
    <w:p w:rsidR="000E40A4" w:rsidRPr="00AD7512" w:rsidRDefault="000E40A4" w:rsidP="007E1676">
      <w:pPr>
        <w:autoSpaceDE w:val="0"/>
        <w:autoSpaceDN w:val="0"/>
        <w:adjustRightInd w:val="0"/>
        <w:spacing w:after="0" w:line="240" w:lineRule="auto"/>
        <w:ind w:firstLine="540"/>
        <w:jc w:val="center"/>
        <w:outlineLvl w:val="1"/>
        <w:rPr>
          <w:rFonts w:ascii="Arial" w:hAnsi="Arial" w:cs="Arial"/>
          <w:b/>
          <w:sz w:val="30"/>
          <w:szCs w:val="30"/>
        </w:rPr>
      </w:pPr>
      <w:r w:rsidRPr="004C00CA">
        <w:rPr>
          <w:rFonts w:ascii="Times New Roman" w:hAnsi="Times New Roman"/>
          <w:b/>
          <w:sz w:val="28"/>
          <w:szCs w:val="28"/>
        </w:rPr>
        <w:t xml:space="preserve">5. </w:t>
      </w:r>
      <w:r w:rsidRPr="00AD7512">
        <w:rPr>
          <w:rFonts w:ascii="Arial" w:hAnsi="Arial" w:cs="Arial"/>
          <w:b/>
          <w:sz w:val="30"/>
          <w:szCs w:val="30"/>
        </w:rPr>
        <w:t>Порядок избрания Главы города Фатежа</w:t>
      </w:r>
      <w:r w:rsidRPr="00AD7512">
        <w:rPr>
          <w:rFonts w:ascii="Arial" w:hAnsi="Arial" w:cs="Arial"/>
          <w:sz w:val="30"/>
          <w:szCs w:val="30"/>
        </w:rPr>
        <w:t xml:space="preserve"> </w:t>
      </w:r>
      <w:r w:rsidRPr="00AD7512">
        <w:rPr>
          <w:rFonts w:ascii="Arial" w:hAnsi="Arial" w:cs="Arial"/>
          <w:b/>
          <w:sz w:val="30"/>
          <w:szCs w:val="30"/>
        </w:rPr>
        <w:t>Собранием депутатов</w:t>
      </w:r>
      <w:r w:rsidRPr="00AD7512">
        <w:rPr>
          <w:rFonts w:ascii="Arial" w:hAnsi="Arial" w:cs="Arial"/>
          <w:sz w:val="30"/>
          <w:szCs w:val="30"/>
        </w:rPr>
        <w:t xml:space="preserve"> </w:t>
      </w:r>
      <w:r w:rsidRPr="00AD7512">
        <w:rPr>
          <w:rFonts w:ascii="Arial" w:hAnsi="Arial" w:cs="Arial"/>
          <w:b/>
          <w:sz w:val="30"/>
          <w:szCs w:val="30"/>
        </w:rPr>
        <w:t>города Фатежа из числа кандидатов, представленных конкурсной комиссией</w:t>
      </w:r>
    </w:p>
    <w:p w:rsidR="000E40A4" w:rsidRPr="004C00CA" w:rsidRDefault="000E40A4" w:rsidP="007E1676">
      <w:pPr>
        <w:autoSpaceDE w:val="0"/>
        <w:autoSpaceDN w:val="0"/>
        <w:adjustRightInd w:val="0"/>
        <w:spacing w:after="0" w:line="240" w:lineRule="auto"/>
        <w:ind w:firstLine="540"/>
        <w:jc w:val="both"/>
        <w:rPr>
          <w:rFonts w:ascii="Times New Roman" w:hAnsi="Times New Roman"/>
          <w:sz w:val="28"/>
          <w:szCs w:val="28"/>
        </w:rPr>
      </w:pPr>
    </w:p>
    <w:p w:rsidR="000E40A4" w:rsidRPr="00AD7512" w:rsidRDefault="000E40A4" w:rsidP="0010344D">
      <w:pPr>
        <w:autoSpaceDE w:val="0"/>
        <w:autoSpaceDN w:val="0"/>
        <w:adjustRightInd w:val="0"/>
        <w:spacing w:after="0" w:line="240" w:lineRule="auto"/>
        <w:ind w:firstLine="397"/>
        <w:jc w:val="both"/>
        <w:rPr>
          <w:rFonts w:ascii="Arial" w:hAnsi="Arial" w:cs="Arial"/>
          <w:sz w:val="24"/>
          <w:szCs w:val="24"/>
        </w:rPr>
      </w:pPr>
      <w:r w:rsidRPr="00AD7512">
        <w:rPr>
          <w:rFonts w:ascii="Arial" w:hAnsi="Arial" w:cs="Arial"/>
          <w:sz w:val="24"/>
          <w:szCs w:val="24"/>
        </w:rPr>
        <w:t xml:space="preserve">5.1. Собрание депутатов города Фатежа проводит внеочередное заседание для принятия  решения об избрании Главы города Фатежа из числа кандидатов, представленных конкурсной комиссией не позднее чем через 3 (три) дня со дня поступления в Собрание депутатов города Фатежа решения конкурсной комиссии по итогам конкурса. </w:t>
      </w:r>
    </w:p>
    <w:p w:rsidR="000E40A4" w:rsidRPr="00AD7512" w:rsidRDefault="000E40A4" w:rsidP="0010344D">
      <w:pPr>
        <w:autoSpaceDE w:val="0"/>
        <w:autoSpaceDN w:val="0"/>
        <w:adjustRightInd w:val="0"/>
        <w:spacing w:after="0" w:line="240" w:lineRule="auto"/>
        <w:ind w:firstLine="397"/>
        <w:jc w:val="both"/>
        <w:rPr>
          <w:rFonts w:ascii="Arial" w:hAnsi="Arial" w:cs="Arial"/>
          <w:sz w:val="24"/>
          <w:szCs w:val="24"/>
        </w:rPr>
      </w:pPr>
      <w:r w:rsidRPr="00AD7512">
        <w:rPr>
          <w:rFonts w:ascii="Arial" w:hAnsi="Arial" w:cs="Arial"/>
          <w:sz w:val="24"/>
          <w:szCs w:val="24"/>
        </w:rPr>
        <w:t>5.2. На заседании с докладом о принятом конкурсной комиссией решении и информацией о кандидатах выступает председатель конкурсной комиссии.</w:t>
      </w:r>
    </w:p>
    <w:p w:rsidR="000E40A4" w:rsidRPr="00AD7512" w:rsidRDefault="000E40A4" w:rsidP="0010344D">
      <w:pPr>
        <w:autoSpaceDE w:val="0"/>
        <w:autoSpaceDN w:val="0"/>
        <w:adjustRightInd w:val="0"/>
        <w:spacing w:after="0" w:line="240" w:lineRule="auto"/>
        <w:ind w:firstLine="397"/>
        <w:jc w:val="both"/>
        <w:rPr>
          <w:rFonts w:ascii="Arial" w:hAnsi="Arial" w:cs="Arial"/>
          <w:sz w:val="24"/>
          <w:szCs w:val="24"/>
        </w:rPr>
      </w:pPr>
      <w:r w:rsidRPr="00AD7512">
        <w:rPr>
          <w:rFonts w:ascii="Arial" w:hAnsi="Arial" w:cs="Arial"/>
          <w:sz w:val="24"/>
          <w:szCs w:val="24"/>
        </w:rPr>
        <w:t>Заседание проводится с участием кандидатов, отобранных конкурсной комиссией. Депутаты вправе задавать кандидатам вопросы в связи с материалами, представленными конкурсной комиссией.</w:t>
      </w:r>
    </w:p>
    <w:p w:rsidR="000E40A4" w:rsidRPr="00AD7512" w:rsidRDefault="000E40A4" w:rsidP="0010344D">
      <w:pPr>
        <w:autoSpaceDE w:val="0"/>
        <w:autoSpaceDN w:val="0"/>
        <w:adjustRightInd w:val="0"/>
        <w:spacing w:after="0" w:line="240" w:lineRule="auto"/>
        <w:ind w:firstLine="397"/>
        <w:jc w:val="both"/>
        <w:rPr>
          <w:rFonts w:ascii="Arial" w:hAnsi="Arial" w:cs="Arial"/>
          <w:sz w:val="24"/>
          <w:szCs w:val="24"/>
        </w:rPr>
      </w:pPr>
      <w:r w:rsidRPr="00AD7512">
        <w:rPr>
          <w:rFonts w:ascii="Arial" w:hAnsi="Arial" w:cs="Arial"/>
          <w:sz w:val="24"/>
          <w:szCs w:val="24"/>
        </w:rPr>
        <w:t>5.3. Голосование по вопросу избрания Главы города Фатежа  правомочно, если на заседании Собрания депутатов города Фатежа присутствует более половины от числа избранных депутатов Собрания  депутатов города Фатежа .</w:t>
      </w:r>
    </w:p>
    <w:p w:rsidR="000E40A4" w:rsidRPr="00AD7512" w:rsidRDefault="000E40A4" w:rsidP="0010344D">
      <w:pPr>
        <w:autoSpaceDE w:val="0"/>
        <w:autoSpaceDN w:val="0"/>
        <w:adjustRightInd w:val="0"/>
        <w:spacing w:after="0" w:line="240" w:lineRule="auto"/>
        <w:ind w:firstLine="397"/>
        <w:jc w:val="both"/>
        <w:rPr>
          <w:rFonts w:ascii="Arial" w:hAnsi="Arial" w:cs="Arial"/>
          <w:sz w:val="24"/>
          <w:szCs w:val="24"/>
        </w:rPr>
      </w:pPr>
      <w:r w:rsidRPr="00AD7512">
        <w:rPr>
          <w:rFonts w:ascii="Arial" w:hAnsi="Arial" w:cs="Arial"/>
          <w:sz w:val="24"/>
          <w:szCs w:val="24"/>
        </w:rPr>
        <w:t>5.4. По вопросу избрания на должность Главы города Фатежа проводится тайное голосование путем заполнения бюллетеней, форма которого утверждается Собранием депутатов города Фатежа.</w:t>
      </w:r>
    </w:p>
    <w:p w:rsidR="000E40A4" w:rsidRPr="00AD7512" w:rsidRDefault="000E40A4" w:rsidP="0010344D">
      <w:pPr>
        <w:autoSpaceDE w:val="0"/>
        <w:autoSpaceDN w:val="0"/>
        <w:adjustRightInd w:val="0"/>
        <w:spacing w:after="0" w:line="240" w:lineRule="auto"/>
        <w:ind w:firstLine="397"/>
        <w:jc w:val="both"/>
        <w:rPr>
          <w:rFonts w:ascii="Arial" w:hAnsi="Arial" w:cs="Arial"/>
          <w:sz w:val="24"/>
          <w:szCs w:val="24"/>
        </w:rPr>
      </w:pPr>
      <w:r w:rsidRPr="00AD7512">
        <w:rPr>
          <w:rFonts w:ascii="Arial" w:hAnsi="Arial" w:cs="Arial"/>
          <w:sz w:val="24"/>
          <w:szCs w:val="24"/>
        </w:rPr>
        <w:t>5.5. Кандидат на должность Главы города Фатежа, являющийся депутатом Собрания депутатов города Фатежа , участия в голосовании по вопросу избрания Главы города Фатежа  не принимает.</w:t>
      </w:r>
    </w:p>
    <w:p w:rsidR="000E40A4" w:rsidRPr="00AD7512" w:rsidRDefault="000E40A4" w:rsidP="0010344D">
      <w:pPr>
        <w:widowControl w:val="0"/>
        <w:autoSpaceDE w:val="0"/>
        <w:autoSpaceDN w:val="0"/>
        <w:adjustRightInd w:val="0"/>
        <w:spacing w:after="0" w:line="240" w:lineRule="auto"/>
        <w:ind w:firstLine="397"/>
        <w:jc w:val="both"/>
        <w:rPr>
          <w:rFonts w:ascii="Arial" w:hAnsi="Arial" w:cs="Arial"/>
          <w:sz w:val="24"/>
          <w:szCs w:val="24"/>
        </w:rPr>
      </w:pPr>
      <w:r w:rsidRPr="00AD7512">
        <w:rPr>
          <w:rFonts w:ascii="Arial" w:hAnsi="Arial" w:cs="Arial"/>
          <w:sz w:val="24"/>
          <w:szCs w:val="24"/>
        </w:rPr>
        <w:t>5.6. Для подготовки проведения тайного голосования и подсчета голосов, отданных за кандидатов на должность Главы города Фатежа, создается счетная комиссия в количестве не менее трех депутатов, которая избирает из своего состава председателя и секретаря.</w:t>
      </w:r>
    </w:p>
    <w:p w:rsidR="000E40A4" w:rsidRPr="00AD7512" w:rsidRDefault="000E40A4" w:rsidP="0010344D">
      <w:pPr>
        <w:widowControl w:val="0"/>
        <w:autoSpaceDE w:val="0"/>
        <w:autoSpaceDN w:val="0"/>
        <w:adjustRightInd w:val="0"/>
        <w:spacing w:after="0" w:line="240" w:lineRule="auto"/>
        <w:jc w:val="both"/>
        <w:rPr>
          <w:rFonts w:ascii="Arial" w:hAnsi="Arial" w:cs="Arial"/>
          <w:sz w:val="24"/>
          <w:szCs w:val="24"/>
        </w:rPr>
      </w:pPr>
      <w:r w:rsidRPr="00AD7512">
        <w:rPr>
          <w:rFonts w:ascii="Arial" w:hAnsi="Arial" w:cs="Arial"/>
          <w:sz w:val="24"/>
          <w:szCs w:val="24"/>
        </w:rPr>
        <w:tab/>
        <w:t>В состав счетной комиссии не могут входить депутаты являющиеся кандидатами на должность Главы города Фатежа.</w:t>
      </w:r>
    </w:p>
    <w:p w:rsidR="000E40A4" w:rsidRPr="00AD7512" w:rsidRDefault="000E40A4" w:rsidP="0010344D">
      <w:pPr>
        <w:autoSpaceDE w:val="0"/>
        <w:autoSpaceDN w:val="0"/>
        <w:adjustRightInd w:val="0"/>
        <w:spacing w:after="0" w:line="240" w:lineRule="auto"/>
        <w:ind w:firstLine="397"/>
        <w:jc w:val="both"/>
        <w:rPr>
          <w:rFonts w:ascii="Arial" w:hAnsi="Arial" w:cs="Arial"/>
          <w:sz w:val="24"/>
          <w:szCs w:val="24"/>
        </w:rPr>
      </w:pPr>
      <w:r w:rsidRPr="00AD7512">
        <w:rPr>
          <w:rFonts w:ascii="Arial" w:hAnsi="Arial" w:cs="Arial"/>
          <w:sz w:val="24"/>
          <w:szCs w:val="24"/>
        </w:rPr>
        <w:t>5.7. Фамилии, имена и отчества кандидатов, предложенных на должность Главы города Фатежа, вносятся в бюллетени для голосования в алфавитном порядке.</w:t>
      </w:r>
    </w:p>
    <w:p w:rsidR="000E40A4" w:rsidRPr="00AD7512" w:rsidRDefault="000E40A4" w:rsidP="0010344D">
      <w:pPr>
        <w:autoSpaceDE w:val="0"/>
        <w:autoSpaceDN w:val="0"/>
        <w:adjustRightInd w:val="0"/>
        <w:spacing w:after="0" w:line="240" w:lineRule="auto"/>
        <w:ind w:firstLine="397"/>
        <w:jc w:val="both"/>
        <w:rPr>
          <w:rFonts w:ascii="Arial" w:hAnsi="Arial" w:cs="Arial"/>
          <w:sz w:val="24"/>
          <w:szCs w:val="24"/>
        </w:rPr>
      </w:pPr>
      <w:r w:rsidRPr="00AD7512">
        <w:rPr>
          <w:rFonts w:ascii="Arial" w:hAnsi="Arial" w:cs="Arial"/>
          <w:sz w:val="24"/>
          <w:szCs w:val="24"/>
        </w:rPr>
        <w:t>5.8. Бюллетени для голосования изготавливаются Администрацией города Фатежа в количестве, равном количеству депутатов Собрания депутатов города Фатежа . Каждому депутату Собрания депутатов города Фатежа члены счетной комиссии выдают бюллетень, внизу которого председатель счетной комиссии ставит печать Собрания депутатов города Фатежа и свою подпись.</w:t>
      </w:r>
    </w:p>
    <w:p w:rsidR="000E40A4" w:rsidRPr="00AD7512" w:rsidRDefault="000E40A4" w:rsidP="0010344D">
      <w:pPr>
        <w:autoSpaceDE w:val="0"/>
        <w:autoSpaceDN w:val="0"/>
        <w:adjustRightInd w:val="0"/>
        <w:spacing w:after="0" w:line="240" w:lineRule="auto"/>
        <w:ind w:firstLine="397"/>
        <w:jc w:val="both"/>
        <w:rPr>
          <w:rFonts w:ascii="Arial" w:hAnsi="Arial" w:cs="Arial"/>
          <w:sz w:val="24"/>
          <w:szCs w:val="24"/>
        </w:rPr>
      </w:pPr>
      <w:r w:rsidRPr="00AD7512">
        <w:rPr>
          <w:rFonts w:ascii="Arial" w:hAnsi="Arial" w:cs="Arial"/>
          <w:sz w:val="24"/>
          <w:szCs w:val="24"/>
        </w:rPr>
        <w:t>5.9. Заполняя бюллетень, депутат Собрания депутатов города Фатежа вправе отдать свой голос только за одного кандидата на должность Главы города Фатежа поставив любую отметку в пустой графе напротив фамилии кандидата, за которого он голосует.</w:t>
      </w:r>
    </w:p>
    <w:p w:rsidR="000E40A4" w:rsidRPr="00AD7512" w:rsidRDefault="000E40A4" w:rsidP="0010344D">
      <w:pPr>
        <w:autoSpaceDE w:val="0"/>
        <w:autoSpaceDN w:val="0"/>
        <w:adjustRightInd w:val="0"/>
        <w:spacing w:after="0" w:line="240" w:lineRule="auto"/>
        <w:ind w:firstLine="397"/>
        <w:jc w:val="both"/>
        <w:rPr>
          <w:rFonts w:ascii="Arial" w:hAnsi="Arial" w:cs="Arial"/>
          <w:sz w:val="24"/>
          <w:szCs w:val="24"/>
        </w:rPr>
      </w:pPr>
      <w:r w:rsidRPr="00AD7512">
        <w:rPr>
          <w:rFonts w:ascii="Arial" w:hAnsi="Arial" w:cs="Arial"/>
          <w:sz w:val="24"/>
          <w:szCs w:val="24"/>
        </w:rPr>
        <w:t>5.10. По окончании подачи голосов председатель счетной комиссии объявляет голосование законченным и в присутствии депутатов Собрания депутатов города Фатежа подсчитывает и погашает неиспользованные бюллетени. Счетная комиссия в присутствии депутатов Собрания депутатов города Фатежа вскрывает ящик для голосования и проверяет действительность бюллетеней. Бюллетени неустановленной формы, или содержащие в графах более одной отметки, или из которых невозможно установить волеизъявление голосовавшего, признаются счетной комиссией недействительными. Затем устанавливается общее количество находящихся в ящике для голосования действительных бюллетеней и подсчитывается Главы города Фатежа.</w:t>
      </w:r>
    </w:p>
    <w:p w:rsidR="000E40A4" w:rsidRPr="00AD7512" w:rsidRDefault="000E40A4" w:rsidP="0010344D">
      <w:pPr>
        <w:autoSpaceDE w:val="0"/>
        <w:autoSpaceDN w:val="0"/>
        <w:adjustRightInd w:val="0"/>
        <w:spacing w:after="0" w:line="240" w:lineRule="auto"/>
        <w:ind w:firstLine="397"/>
        <w:jc w:val="both"/>
        <w:rPr>
          <w:rFonts w:ascii="Arial" w:hAnsi="Arial" w:cs="Arial"/>
          <w:sz w:val="24"/>
          <w:szCs w:val="24"/>
        </w:rPr>
      </w:pPr>
      <w:r w:rsidRPr="00AD7512">
        <w:rPr>
          <w:rFonts w:ascii="Arial" w:hAnsi="Arial" w:cs="Arial"/>
          <w:sz w:val="24"/>
          <w:szCs w:val="24"/>
        </w:rPr>
        <w:t>5.11. Счетная комиссия на основании подсчета голосов составляет протокол об итогах голосования, в который вносятся следующие данные: наименование должности, на которую проводится избрание; дата, время, место голосования; фамилии, имена, отчества кандидатов на должность Главы города Фатежа , внесенных в бюллетени; число изготовленных бюллетеней; число выданных бюллетеней; число погашенных бюллетеней. Бюллетени после голосования помещаются в конверт, который заклеивается, опечатывается, скрепляется подписью председателя счетной комиссии и приобщается к протоколу заседания Собрания депутатов города Фатежа . К этому же протоколу приобщаются протоколы счетной комиссии.</w:t>
      </w:r>
    </w:p>
    <w:p w:rsidR="000E40A4" w:rsidRPr="00AD7512" w:rsidRDefault="000E40A4" w:rsidP="0010344D">
      <w:pPr>
        <w:autoSpaceDE w:val="0"/>
        <w:autoSpaceDN w:val="0"/>
        <w:adjustRightInd w:val="0"/>
        <w:spacing w:after="0" w:line="240" w:lineRule="auto"/>
        <w:ind w:firstLine="397"/>
        <w:jc w:val="both"/>
        <w:rPr>
          <w:rFonts w:ascii="Arial" w:hAnsi="Arial" w:cs="Arial"/>
          <w:sz w:val="24"/>
          <w:szCs w:val="24"/>
        </w:rPr>
      </w:pPr>
      <w:r w:rsidRPr="00AD7512">
        <w:rPr>
          <w:rFonts w:ascii="Arial" w:hAnsi="Arial" w:cs="Arial"/>
          <w:sz w:val="24"/>
          <w:szCs w:val="24"/>
        </w:rPr>
        <w:t>5.12. Собрание депутатов города Фатежа на основании протокола об итогах голосования, составленного счетной комиссией, и в зависимости от итогов голосования принимает одно из следующих решений:</w:t>
      </w:r>
    </w:p>
    <w:p w:rsidR="000E40A4" w:rsidRPr="00AD7512" w:rsidRDefault="000E40A4" w:rsidP="0010344D">
      <w:pPr>
        <w:autoSpaceDE w:val="0"/>
        <w:autoSpaceDN w:val="0"/>
        <w:adjustRightInd w:val="0"/>
        <w:spacing w:after="0" w:line="240" w:lineRule="auto"/>
        <w:ind w:firstLine="397"/>
        <w:jc w:val="both"/>
        <w:rPr>
          <w:rFonts w:ascii="Arial" w:hAnsi="Arial" w:cs="Arial"/>
          <w:sz w:val="24"/>
          <w:szCs w:val="24"/>
        </w:rPr>
      </w:pPr>
      <w:r w:rsidRPr="00AD7512">
        <w:rPr>
          <w:rFonts w:ascii="Arial" w:hAnsi="Arial" w:cs="Arial"/>
          <w:sz w:val="24"/>
          <w:szCs w:val="24"/>
        </w:rPr>
        <w:t>а) об избрании на должность Главы города Фатежа кандидата, получившего необходимое количество голосов;</w:t>
      </w:r>
    </w:p>
    <w:p w:rsidR="000E40A4" w:rsidRPr="00AD7512" w:rsidRDefault="000E40A4" w:rsidP="0010344D">
      <w:pPr>
        <w:autoSpaceDE w:val="0"/>
        <w:autoSpaceDN w:val="0"/>
        <w:adjustRightInd w:val="0"/>
        <w:spacing w:after="0" w:line="240" w:lineRule="auto"/>
        <w:ind w:firstLine="397"/>
        <w:jc w:val="both"/>
        <w:rPr>
          <w:rFonts w:ascii="Arial" w:hAnsi="Arial" w:cs="Arial"/>
          <w:sz w:val="24"/>
          <w:szCs w:val="24"/>
        </w:rPr>
      </w:pPr>
      <w:r w:rsidRPr="00AD7512">
        <w:rPr>
          <w:rFonts w:ascii="Arial" w:hAnsi="Arial" w:cs="Arial"/>
          <w:sz w:val="24"/>
          <w:szCs w:val="24"/>
        </w:rPr>
        <w:t>б) об объявлении повторного конкурса по отбору кандидатур на должность Главы города Фатежа .</w:t>
      </w:r>
    </w:p>
    <w:p w:rsidR="000E40A4" w:rsidRPr="00AD7512" w:rsidRDefault="000E40A4" w:rsidP="0010344D">
      <w:pPr>
        <w:autoSpaceDE w:val="0"/>
        <w:autoSpaceDN w:val="0"/>
        <w:adjustRightInd w:val="0"/>
        <w:spacing w:after="0" w:line="240" w:lineRule="auto"/>
        <w:ind w:firstLine="397"/>
        <w:jc w:val="both"/>
        <w:rPr>
          <w:rFonts w:ascii="Arial" w:hAnsi="Arial" w:cs="Arial"/>
          <w:sz w:val="24"/>
          <w:szCs w:val="24"/>
        </w:rPr>
      </w:pPr>
      <w:r w:rsidRPr="00AD7512">
        <w:rPr>
          <w:rFonts w:ascii="Arial" w:hAnsi="Arial" w:cs="Arial"/>
          <w:sz w:val="24"/>
          <w:szCs w:val="24"/>
        </w:rPr>
        <w:t>5.13. Избранным на должность Главы города Фатежа считается кандидат, за которого проголосовало более половины от присутствующих на заседании депутатов Собрания депутатов города Фатежа .</w:t>
      </w:r>
    </w:p>
    <w:p w:rsidR="000E40A4" w:rsidRPr="00AD7512" w:rsidRDefault="000E40A4" w:rsidP="0010344D">
      <w:pPr>
        <w:autoSpaceDE w:val="0"/>
        <w:autoSpaceDN w:val="0"/>
        <w:adjustRightInd w:val="0"/>
        <w:spacing w:after="0" w:line="240" w:lineRule="auto"/>
        <w:ind w:firstLine="397"/>
        <w:jc w:val="both"/>
        <w:rPr>
          <w:rFonts w:ascii="Arial" w:hAnsi="Arial" w:cs="Arial"/>
          <w:sz w:val="24"/>
          <w:szCs w:val="24"/>
        </w:rPr>
      </w:pPr>
      <w:r w:rsidRPr="00AD7512">
        <w:rPr>
          <w:rFonts w:ascii="Arial" w:hAnsi="Arial" w:cs="Arial"/>
          <w:sz w:val="24"/>
          <w:szCs w:val="24"/>
        </w:rPr>
        <w:t>5.14. В случае, если по результатам голосования кандидаты набрали равное количество голосов, то на этом же заседании Собрания депутатов города Фатежа проводится повторное голосование. Решение об избрании считается принятым, если при повторном голосовании кандидат набрал достаточное для принятия решения число голосов.</w:t>
      </w:r>
    </w:p>
    <w:p w:rsidR="000E40A4" w:rsidRPr="00AD7512" w:rsidRDefault="000E40A4" w:rsidP="0010344D">
      <w:pPr>
        <w:pStyle w:val="ConsPlusNormal0"/>
        <w:ind w:firstLine="540"/>
        <w:jc w:val="both"/>
        <w:rPr>
          <w:rFonts w:ascii="Arial" w:hAnsi="Arial" w:cs="Arial"/>
          <w:sz w:val="24"/>
          <w:szCs w:val="24"/>
        </w:rPr>
      </w:pPr>
      <w:r w:rsidRPr="00AD7512">
        <w:rPr>
          <w:rFonts w:ascii="Arial" w:hAnsi="Arial" w:cs="Arial"/>
          <w:sz w:val="24"/>
          <w:szCs w:val="24"/>
        </w:rPr>
        <w:t>5.15. Решение о проведении повторного конкурса принимается Собранием депутатов города Фатежа в сроки, установленные пунктом 1.4. настоящего Порядка.</w:t>
      </w:r>
    </w:p>
    <w:p w:rsidR="000E40A4" w:rsidRPr="00AD7512" w:rsidRDefault="000E40A4" w:rsidP="0010344D">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5.16. Избрание Главы города Фатежа оформляется решением Собрания депутатов города Фатежа . Указанное решение вступает в силу со дня его принятия и подлежит опубликованию в газете «Фатежские будни» в течение 5 рабочих дней.</w:t>
      </w:r>
    </w:p>
    <w:p w:rsidR="000E40A4" w:rsidRPr="00AD7512" w:rsidRDefault="000E40A4" w:rsidP="0010344D">
      <w:pPr>
        <w:pStyle w:val="ConsPlusNormal0"/>
        <w:ind w:firstLine="539"/>
        <w:jc w:val="both"/>
        <w:rPr>
          <w:rFonts w:ascii="Arial" w:hAnsi="Arial" w:cs="Arial"/>
          <w:sz w:val="24"/>
          <w:szCs w:val="24"/>
        </w:rPr>
      </w:pPr>
      <w:r w:rsidRPr="00AD7512">
        <w:rPr>
          <w:rFonts w:ascii="Arial" w:hAnsi="Arial" w:cs="Arial"/>
          <w:sz w:val="24"/>
          <w:szCs w:val="24"/>
        </w:rPr>
        <w:t>5.17. Кандидат, избранный Главой города Фатежа, обязан в десятидневный срок представить в Собрание депутатов города Фатежа копию приказа (иного документа) об освобождении его от обязанностей, несовместимых со статусом Главы города Фатежа, либо копию документа, удостоверяющего подачу в установленный срок заявления об освобождении от указанных обязанностей.</w:t>
      </w:r>
    </w:p>
    <w:p w:rsidR="000E40A4" w:rsidRPr="00AD7512" w:rsidRDefault="000E40A4" w:rsidP="0010344D">
      <w:pPr>
        <w:autoSpaceDE w:val="0"/>
        <w:autoSpaceDN w:val="0"/>
        <w:adjustRightInd w:val="0"/>
        <w:spacing w:after="0" w:line="240" w:lineRule="auto"/>
        <w:ind w:firstLine="540"/>
        <w:jc w:val="both"/>
        <w:rPr>
          <w:rFonts w:ascii="Arial" w:hAnsi="Arial" w:cs="Arial"/>
          <w:sz w:val="24"/>
          <w:szCs w:val="24"/>
        </w:rPr>
      </w:pPr>
      <w:r w:rsidRPr="00AD7512">
        <w:rPr>
          <w:rFonts w:ascii="Arial" w:hAnsi="Arial" w:cs="Arial"/>
          <w:sz w:val="24"/>
          <w:szCs w:val="24"/>
        </w:rPr>
        <w:t>Если указанное требование не будет выполнено данным кандидатом, Собрание депутатов города Фатежа отменяет свое решение об избрании на должность Главы города Фатежа и назначает дату проведения повторного конкурса по отбору кандидатур на должность Главы города Фатежа не позднее 10 (десяти) дней со дня принятия такого решения.</w:t>
      </w:r>
    </w:p>
    <w:p w:rsidR="000E40A4" w:rsidRPr="00AD7512" w:rsidRDefault="000E40A4" w:rsidP="0010344D">
      <w:pPr>
        <w:autoSpaceDE w:val="0"/>
        <w:autoSpaceDN w:val="0"/>
        <w:adjustRightInd w:val="0"/>
        <w:spacing w:after="0" w:line="240" w:lineRule="auto"/>
        <w:ind w:firstLine="540"/>
        <w:jc w:val="both"/>
        <w:rPr>
          <w:rFonts w:ascii="Arial" w:hAnsi="Arial" w:cs="Arial"/>
          <w:sz w:val="24"/>
          <w:szCs w:val="24"/>
        </w:rPr>
      </w:pPr>
    </w:p>
    <w:p w:rsidR="000E40A4" w:rsidRPr="00AD7512" w:rsidRDefault="000E40A4" w:rsidP="000A4A81">
      <w:pPr>
        <w:pStyle w:val="ConsPlusNormal0"/>
        <w:jc w:val="center"/>
        <w:outlineLvl w:val="0"/>
        <w:rPr>
          <w:b/>
          <w:sz w:val="30"/>
          <w:szCs w:val="30"/>
        </w:rPr>
      </w:pPr>
      <w:r w:rsidRPr="00AD7512">
        <w:rPr>
          <w:b/>
          <w:sz w:val="30"/>
          <w:szCs w:val="30"/>
        </w:rPr>
        <w:t>6.Заключительные положения</w:t>
      </w:r>
    </w:p>
    <w:p w:rsidR="000E40A4" w:rsidRPr="004C00CA" w:rsidRDefault="000E40A4" w:rsidP="00F64746">
      <w:pPr>
        <w:pStyle w:val="ConsPlusNormal0"/>
        <w:jc w:val="both"/>
      </w:pPr>
    </w:p>
    <w:p w:rsidR="000E40A4" w:rsidRPr="00AD7512" w:rsidRDefault="000E40A4" w:rsidP="00F64746">
      <w:pPr>
        <w:pStyle w:val="ConsPlusNormal0"/>
        <w:ind w:firstLine="540"/>
        <w:jc w:val="both"/>
        <w:rPr>
          <w:rFonts w:ascii="Arial" w:hAnsi="Arial" w:cs="Arial"/>
          <w:sz w:val="24"/>
          <w:szCs w:val="24"/>
        </w:rPr>
      </w:pPr>
      <w:r w:rsidRPr="00AD7512">
        <w:rPr>
          <w:rFonts w:ascii="Arial" w:hAnsi="Arial" w:cs="Arial"/>
          <w:sz w:val="24"/>
          <w:szCs w:val="24"/>
        </w:rPr>
        <w:t xml:space="preserve">6.1. Документы участников конкурса хранятся в архиве </w:t>
      </w:r>
      <w:r>
        <w:rPr>
          <w:rFonts w:ascii="Arial" w:hAnsi="Arial" w:cs="Arial"/>
          <w:sz w:val="24"/>
          <w:szCs w:val="24"/>
        </w:rPr>
        <w:t>А</w:t>
      </w:r>
      <w:r w:rsidRPr="00AD7512">
        <w:rPr>
          <w:rFonts w:ascii="Arial" w:hAnsi="Arial" w:cs="Arial"/>
          <w:sz w:val="24"/>
          <w:szCs w:val="24"/>
        </w:rPr>
        <w:t>дминистрации города Фатежа в течение 5 (пяти) лет,</w:t>
      </w:r>
      <w:r w:rsidRPr="00AD7512">
        <w:rPr>
          <w:rFonts w:ascii="Arial" w:hAnsi="Arial" w:cs="Arial"/>
          <w:sz w:val="24"/>
          <w:szCs w:val="24"/>
          <w:shd w:val="clear" w:color="auto" w:fill="F9F9F9"/>
        </w:rPr>
        <w:t xml:space="preserve"> после чего подлежат уничтожению.</w:t>
      </w:r>
    </w:p>
    <w:p w:rsidR="000E40A4" w:rsidRPr="00AD7512" w:rsidRDefault="000E40A4" w:rsidP="00F64746">
      <w:pPr>
        <w:pStyle w:val="ConsPlusNormal0"/>
        <w:ind w:firstLine="540"/>
        <w:jc w:val="both"/>
        <w:rPr>
          <w:rFonts w:ascii="Arial" w:hAnsi="Arial" w:cs="Arial"/>
          <w:sz w:val="24"/>
          <w:szCs w:val="24"/>
          <w:shd w:val="clear" w:color="auto" w:fill="F9F9F9"/>
        </w:rPr>
      </w:pPr>
      <w:r w:rsidRPr="00AD7512">
        <w:rPr>
          <w:rFonts w:ascii="Arial" w:hAnsi="Arial" w:cs="Arial"/>
          <w:sz w:val="24"/>
          <w:szCs w:val="24"/>
          <w:shd w:val="clear" w:color="auto" w:fill="F9F9F9"/>
        </w:rPr>
        <w:t>6.2. Документы к</w:t>
      </w:r>
      <w:r w:rsidRPr="00AD7512">
        <w:rPr>
          <w:rFonts w:ascii="Arial" w:hAnsi="Arial" w:cs="Arial"/>
          <w:sz w:val="24"/>
          <w:szCs w:val="24"/>
        </w:rPr>
        <w:t xml:space="preserve">андидатов на должность Главы города Фатежа </w:t>
      </w:r>
      <w:r w:rsidRPr="00AD7512">
        <w:rPr>
          <w:rFonts w:ascii="Arial" w:hAnsi="Arial" w:cs="Arial"/>
          <w:sz w:val="24"/>
          <w:szCs w:val="24"/>
          <w:shd w:val="clear" w:color="auto" w:fill="F9F9F9"/>
        </w:rPr>
        <w:t xml:space="preserve">, не допущенных к участию в конкурсе, и кандидатов, участвовавших в конкурсе, могут быть им возвращены по письменному заявлению после истечения 5 (пяти) лет со дня завершения конкурса. </w:t>
      </w:r>
    </w:p>
    <w:p w:rsidR="000E40A4" w:rsidRPr="00AD7512" w:rsidRDefault="000E40A4" w:rsidP="00F64746">
      <w:pPr>
        <w:pStyle w:val="ConsPlusNormal0"/>
        <w:ind w:firstLine="540"/>
        <w:jc w:val="both"/>
        <w:rPr>
          <w:rFonts w:ascii="Arial" w:hAnsi="Arial" w:cs="Arial"/>
          <w:sz w:val="24"/>
          <w:szCs w:val="24"/>
        </w:rPr>
      </w:pPr>
      <w:r w:rsidRPr="00AD7512">
        <w:rPr>
          <w:rFonts w:ascii="Arial" w:hAnsi="Arial" w:cs="Arial"/>
          <w:sz w:val="24"/>
          <w:szCs w:val="24"/>
        </w:rPr>
        <w:t>6.3. Кандидат вправе обжаловать решение конкурсной комиссии в соответствии с законодательством.</w:t>
      </w:r>
    </w:p>
    <w:p w:rsidR="000E40A4" w:rsidRPr="00AD7512" w:rsidRDefault="000E40A4" w:rsidP="00F64746">
      <w:pPr>
        <w:pStyle w:val="ConsPlusNormal0"/>
        <w:ind w:firstLine="540"/>
        <w:jc w:val="both"/>
        <w:rPr>
          <w:rFonts w:ascii="Arial" w:hAnsi="Arial" w:cs="Arial"/>
          <w:sz w:val="24"/>
          <w:szCs w:val="24"/>
        </w:rPr>
      </w:pPr>
      <w:r w:rsidRPr="00AD7512">
        <w:rPr>
          <w:rFonts w:ascii="Arial" w:hAnsi="Arial" w:cs="Arial"/>
          <w:sz w:val="24"/>
          <w:szCs w:val="24"/>
        </w:rPr>
        <w:t>6.4. По вопросам, не урегулированным настоящим Порядком, конкурсная комиссия руководствуется действующим законодательством.</w:t>
      </w:r>
    </w:p>
    <w:p w:rsidR="000E40A4" w:rsidRPr="00AD7512" w:rsidRDefault="000E40A4" w:rsidP="007E1676">
      <w:pPr>
        <w:spacing w:after="0" w:line="240" w:lineRule="auto"/>
        <w:jc w:val="both"/>
        <w:rPr>
          <w:rFonts w:ascii="Arial" w:hAnsi="Arial" w:cs="Arial"/>
          <w:sz w:val="24"/>
          <w:szCs w:val="24"/>
        </w:rPr>
      </w:pPr>
    </w:p>
    <w:sectPr w:rsidR="000E40A4" w:rsidRPr="00AD7512" w:rsidSect="00002CB0">
      <w:headerReference w:type="even" r:id="rId10"/>
      <w:headerReference w:type="default" r:id="rId11"/>
      <w:pgSz w:w="11906" w:h="16838"/>
      <w:pgMar w:top="1134" w:right="1276" w:bottom="1134"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40A4" w:rsidRDefault="000E40A4">
      <w:r>
        <w:separator/>
      </w:r>
    </w:p>
  </w:endnote>
  <w:endnote w:type="continuationSeparator" w:id="0">
    <w:p w:rsidR="000E40A4" w:rsidRDefault="000E40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40A4" w:rsidRDefault="000E40A4">
      <w:r>
        <w:separator/>
      </w:r>
    </w:p>
  </w:footnote>
  <w:footnote w:type="continuationSeparator" w:id="0">
    <w:p w:rsidR="000E40A4" w:rsidRDefault="000E40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0A4" w:rsidRDefault="000E40A4" w:rsidP="002629B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E40A4" w:rsidRDefault="000E40A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0A4" w:rsidRDefault="000E40A4" w:rsidP="002629B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0E40A4" w:rsidRDefault="000E40A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9B1C0B"/>
    <w:multiLevelType w:val="multilevel"/>
    <w:tmpl w:val="46A81D2C"/>
    <w:lvl w:ilvl="0">
      <w:start w:val="1"/>
      <w:numFmt w:val="decimal"/>
      <w:lvlText w:val="%1."/>
      <w:lvlJc w:val="left"/>
      <w:pPr>
        <w:ind w:left="720" w:hanging="360"/>
      </w:pPr>
      <w:rPr>
        <w:rFonts w:cs="Times New Roman" w:hint="default"/>
      </w:rPr>
    </w:lvl>
    <w:lvl w:ilvl="1">
      <w:start w:val="1"/>
      <w:numFmt w:val="decimal"/>
      <w:isLgl/>
      <w:lvlText w:val="%1.%2."/>
      <w:lvlJc w:val="left"/>
      <w:pPr>
        <w:ind w:left="1170" w:hanging="72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71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250" w:hanging="1440"/>
      </w:pPr>
      <w:rPr>
        <w:rFonts w:cs="Times New Roman" w:hint="default"/>
      </w:rPr>
    </w:lvl>
    <w:lvl w:ilvl="6">
      <w:start w:val="1"/>
      <w:numFmt w:val="decimal"/>
      <w:isLgl/>
      <w:lvlText w:val="%1.%2.%3.%4.%5.%6.%7."/>
      <w:lvlJc w:val="left"/>
      <w:pPr>
        <w:ind w:left="2700" w:hanging="1800"/>
      </w:pPr>
      <w:rPr>
        <w:rFonts w:cs="Times New Roman" w:hint="default"/>
      </w:rPr>
    </w:lvl>
    <w:lvl w:ilvl="7">
      <w:start w:val="1"/>
      <w:numFmt w:val="decimal"/>
      <w:isLgl/>
      <w:lvlText w:val="%1.%2.%3.%4.%5.%6.%7.%8."/>
      <w:lvlJc w:val="left"/>
      <w:pPr>
        <w:ind w:left="2790" w:hanging="1800"/>
      </w:pPr>
      <w:rPr>
        <w:rFonts w:cs="Times New Roman" w:hint="default"/>
      </w:rPr>
    </w:lvl>
    <w:lvl w:ilvl="8">
      <w:start w:val="1"/>
      <w:numFmt w:val="decimal"/>
      <w:isLgl/>
      <w:lvlText w:val="%1.%2.%3.%4.%5.%6.%7.%8.%9."/>
      <w:lvlJc w:val="left"/>
      <w:pPr>
        <w:ind w:left="3240" w:hanging="2160"/>
      </w:pPr>
      <w:rPr>
        <w:rFonts w:cs="Times New Roman" w:hint="default"/>
      </w:rPr>
    </w:lvl>
  </w:abstractNum>
  <w:abstractNum w:abstractNumId="1">
    <w:nsid w:val="6C7D3AC6"/>
    <w:multiLevelType w:val="hybridMultilevel"/>
    <w:tmpl w:val="78C81B38"/>
    <w:lvl w:ilvl="0" w:tplc="92E036C6">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2346"/>
    <w:rsid w:val="00002CB0"/>
    <w:rsid w:val="00005AA1"/>
    <w:rsid w:val="0001193B"/>
    <w:rsid w:val="00012B57"/>
    <w:rsid w:val="0001672A"/>
    <w:rsid w:val="00023EA8"/>
    <w:rsid w:val="000269E3"/>
    <w:rsid w:val="00034F5E"/>
    <w:rsid w:val="00037DE9"/>
    <w:rsid w:val="00042A8D"/>
    <w:rsid w:val="000577F7"/>
    <w:rsid w:val="00070140"/>
    <w:rsid w:val="00072BB8"/>
    <w:rsid w:val="000919CD"/>
    <w:rsid w:val="000A0229"/>
    <w:rsid w:val="000A0905"/>
    <w:rsid w:val="000A2DB2"/>
    <w:rsid w:val="000A48F1"/>
    <w:rsid w:val="000A4A81"/>
    <w:rsid w:val="000B0A2B"/>
    <w:rsid w:val="000C28D1"/>
    <w:rsid w:val="000D1693"/>
    <w:rsid w:val="000E0ECA"/>
    <w:rsid w:val="000E40A4"/>
    <w:rsid w:val="000E6AEE"/>
    <w:rsid w:val="000F1ADA"/>
    <w:rsid w:val="000F5FC1"/>
    <w:rsid w:val="0010344D"/>
    <w:rsid w:val="001150E1"/>
    <w:rsid w:val="00124CA7"/>
    <w:rsid w:val="00125A43"/>
    <w:rsid w:val="0012646C"/>
    <w:rsid w:val="00140945"/>
    <w:rsid w:val="001419BA"/>
    <w:rsid w:val="00152DF3"/>
    <w:rsid w:val="0015727F"/>
    <w:rsid w:val="00170131"/>
    <w:rsid w:val="00172542"/>
    <w:rsid w:val="001852CA"/>
    <w:rsid w:val="00187B70"/>
    <w:rsid w:val="00193AFA"/>
    <w:rsid w:val="00195413"/>
    <w:rsid w:val="00195795"/>
    <w:rsid w:val="001959CB"/>
    <w:rsid w:val="001A2DD3"/>
    <w:rsid w:val="001C049B"/>
    <w:rsid w:val="001C2529"/>
    <w:rsid w:val="001C2654"/>
    <w:rsid w:val="001C40D8"/>
    <w:rsid w:val="001D4BA8"/>
    <w:rsid w:val="001E0EC6"/>
    <w:rsid w:val="001E253E"/>
    <w:rsid w:val="001E274E"/>
    <w:rsid w:val="001F0037"/>
    <w:rsid w:val="001F0D25"/>
    <w:rsid w:val="001F32DE"/>
    <w:rsid w:val="001F504E"/>
    <w:rsid w:val="0020185B"/>
    <w:rsid w:val="00202CA6"/>
    <w:rsid w:val="00206B4D"/>
    <w:rsid w:val="00214B5C"/>
    <w:rsid w:val="00217B5D"/>
    <w:rsid w:val="002241B5"/>
    <w:rsid w:val="00227D9A"/>
    <w:rsid w:val="00230BD8"/>
    <w:rsid w:val="00233AAE"/>
    <w:rsid w:val="0024173D"/>
    <w:rsid w:val="002538A8"/>
    <w:rsid w:val="00255481"/>
    <w:rsid w:val="002629B4"/>
    <w:rsid w:val="00264BD0"/>
    <w:rsid w:val="00266D8F"/>
    <w:rsid w:val="00274349"/>
    <w:rsid w:val="00287AE0"/>
    <w:rsid w:val="00295FA9"/>
    <w:rsid w:val="002A1B1C"/>
    <w:rsid w:val="002A2FF4"/>
    <w:rsid w:val="002B2FE1"/>
    <w:rsid w:val="002C2EBC"/>
    <w:rsid w:val="002C56FA"/>
    <w:rsid w:val="002C6E0D"/>
    <w:rsid w:val="002D2D72"/>
    <w:rsid w:val="00302AD0"/>
    <w:rsid w:val="00310107"/>
    <w:rsid w:val="00311125"/>
    <w:rsid w:val="0031430C"/>
    <w:rsid w:val="00315378"/>
    <w:rsid w:val="00316AEF"/>
    <w:rsid w:val="003270A2"/>
    <w:rsid w:val="003452F6"/>
    <w:rsid w:val="00352800"/>
    <w:rsid w:val="0036249E"/>
    <w:rsid w:val="003665B5"/>
    <w:rsid w:val="0036795F"/>
    <w:rsid w:val="00376BC6"/>
    <w:rsid w:val="003829C5"/>
    <w:rsid w:val="00383BBF"/>
    <w:rsid w:val="00383BFB"/>
    <w:rsid w:val="003858B0"/>
    <w:rsid w:val="00390D61"/>
    <w:rsid w:val="003921AD"/>
    <w:rsid w:val="003A2EA5"/>
    <w:rsid w:val="003A4CE6"/>
    <w:rsid w:val="003A5403"/>
    <w:rsid w:val="003B3571"/>
    <w:rsid w:val="003C2CD1"/>
    <w:rsid w:val="003C5300"/>
    <w:rsid w:val="003E3251"/>
    <w:rsid w:val="003F05F1"/>
    <w:rsid w:val="003F09DA"/>
    <w:rsid w:val="003F381F"/>
    <w:rsid w:val="004008D1"/>
    <w:rsid w:val="00401FDC"/>
    <w:rsid w:val="00403CF6"/>
    <w:rsid w:val="00407E88"/>
    <w:rsid w:val="00424287"/>
    <w:rsid w:val="004261E9"/>
    <w:rsid w:val="00445776"/>
    <w:rsid w:val="00445780"/>
    <w:rsid w:val="00470E0C"/>
    <w:rsid w:val="00474AEB"/>
    <w:rsid w:val="00475381"/>
    <w:rsid w:val="00485C5F"/>
    <w:rsid w:val="00487759"/>
    <w:rsid w:val="00492C4E"/>
    <w:rsid w:val="004948B6"/>
    <w:rsid w:val="004C00CA"/>
    <w:rsid w:val="004C171A"/>
    <w:rsid w:val="004C2B98"/>
    <w:rsid w:val="004F3F01"/>
    <w:rsid w:val="004F5606"/>
    <w:rsid w:val="00501D0A"/>
    <w:rsid w:val="00514B92"/>
    <w:rsid w:val="00536FF3"/>
    <w:rsid w:val="00537E6E"/>
    <w:rsid w:val="00544BE5"/>
    <w:rsid w:val="00545E37"/>
    <w:rsid w:val="00546180"/>
    <w:rsid w:val="005513A2"/>
    <w:rsid w:val="0055413A"/>
    <w:rsid w:val="00565217"/>
    <w:rsid w:val="00571869"/>
    <w:rsid w:val="005764ED"/>
    <w:rsid w:val="00584540"/>
    <w:rsid w:val="00596C6E"/>
    <w:rsid w:val="005A25A2"/>
    <w:rsid w:val="005A305A"/>
    <w:rsid w:val="005A7677"/>
    <w:rsid w:val="005B3639"/>
    <w:rsid w:val="005C26F5"/>
    <w:rsid w:val="005E1ED2"/>
    <w:rsid w:val="005F12B6"/>
    <w:rsid w:val="005F3877"/>
    <w:rsid w:val="00602888"/>
    <w:rsid w:val="00606B09"/>
    <w:rsid w:val="00607CF2"/>
    <w:rsid w:val="00616383"/>
    <w:rsid w:val="006319B3"/>
    <w:rsid w:val="00636105"/>
    <w:rsid w:val="00637845"/>
    <w:rsid w:val="00657BFC"/>
    <w:rsid w:val="00663DED"/>
    <w:rsid w:val="00667D9C"/>
    <w:rsid w:val="0067082B"/>
    <w:rsid w:val="00672A94"/>
    <w:rsid w:val="006772B6"/>
    <w:rsid w:val="006835BC"/>
    <w:rsid w:val="00685A4C"/>
    <w:rsid w:val="006948F5"/>
    <w:rsid w:val="006A3289"/>
    <w:rsid w:val="006A491A"/>
    <w:rsid w:val="006B504F"/>
    <w:rsid w:val="006B5876"/>
    <w:rsid w:val="006B6C26"/>
    <w:rsid w:val="006C3A27"/>
    <w:rsid w:val="006C4175"/>
    <w:rsid w:val="006D26AB"/>
    <w:rsid w:val="006D60C5"/>
    <w:rsid w:val="006D7845"/>
    <w:rsid w:val="006E370A"/>
    <w:rsid w:val="006E6AE8"/>
    <w:rsid w:val="006F06E9"/>
    <w:rsid w:val="006F70EA"/>
    <w:rsid w:val="0071086C"/>
    <w:rsid w:val="00713098"/>
    <w:rsid w:val="007300C1"/>
    <w:rsid w:val="007335CF"/>
    <w:rsid w:val="00751018"/>
    <w:rsid w:val="00752A43"/>
    <w:rsid w:val="00753D23"/>
    <w:rsid w:val="00761F4D"/>
    <w:rsid w:val="007623E0"/>
    <w:rsid w:val="007634E7"/>
    <w:rsid w:val="00766A04"/>
    <w:rsid w:val="00766C40"/>
    <w:rsid w:val="00781650"/>
    <w:rsid w:val="00782660"/>
    <w:rsid w:val="0078762E"/>
    <w:rsid w:val="007879F4"/>
    <w:rsid w:val="007A2D52"/>
    <w:rsid w:val="007A59FE"/>
    <w:rsid w:val="007B0376"/>
    <w:rsid w:val="007B1569"/>
    <w:rsid w:val="007C23A7"/>
    <w:rsid w:val="007C4254"/>
    <w:rsid w:val="007C6064"/>
    <w:rsid w:val="007D1488"/>
    <w:rsid w:val="007D35AF"/>
    <w:rsid w:val="007D460F"/>
    <w:rsid w:val="007D5240"/>
    <w:rsid w:val="007E14CE"/>
    <w:rsid w:val="007E1676"/>
    <w:rsid w:val="007E65CD"/>
    <w:rsid w:val="007F1AAD"/>
    <w:rsid w:val="007F1AF0"/>
    <w:rsid w:val="007F39D4"/>
    <w:rsid w:val="00800F06"/>
    <w:rsid w:val="00811172"/>
    <w:rsid w:val="0081121D"/>
    <w:rsid w:val="00817265"/>
    <w:rsid w:val="008230DC"/>
    <w:rsid w:val="00834C2F"/>
    <w:rsid w:val="00836492"/>
    <w:rsid w:val="00842649"/>
    <w:rsid w:val="00855CAB"/>
    <w:rsid w:val="00866102"/>
    <w:rsid w:val="00867668"/>
    <w:rsid w:val="0089439D"/>
    <w:rsid w:val="00896BE7"/>
    <w:rsid w:val="008A7779"/>
    <w:rsid w:val="008B28AC"/>
    <w:rsid w:val="008B4BE2"/>
    <w:rsid w:val="008C215E"/>
    <w:rsid w:val="008D455C"/>
    <w:rsid w:val="008E45AC"/>
    <w:rsid w:val="008E770A"/>
    <w:rsid w:val="008F57A7"/>
    <w:rsid w:val="008F5CC3"/>
    <w:rsid w:val="008F797E"/>
    <w:rsid w:val="00912D96"/>
    <w:rsid w:val="00920819"/>
    <w:rsid w:val="00933276"/>
    <w:rsid w:val="00936D63"/>
    <w:rsid w:val="00947851"/>
    <w:rsid w:val="0094798D"/>
    <w:rsid w:val="00957331"/>
    <w:rsid w:val="00961742"/>
    <w:rsid w:val="00971475"/>
    <w:rsid w:val="0097293A"/>
    <w:rsid w:val="009748EF"/>
    <w:rsid w:val="0097770B"/>
    <w:rsid w:val="00994CD4"/>
    <w:rsid w:val="009A67F6"/>
    <w:rsid w:val="009B0C43"/>
    <w:rsid w:val="009B5B4F"/>
    <w:rsid w:val="009C21DF"/>
    <w:rsid w:val="009D7CB7"/>
    <w:rsid w:val="009E5AC3"/>
    <w:rsid w:val="009F01F4"/>
    <w:rsid w:val="009F7F7C"/>
    <w:rsid w:val="00A0080F"/>
    <w:rsid w:val="00A03628"/>
    <w:rsid w:val="00A06514"/>
    <w:rsid w:val="00A10141"/>
    <w:rsid w:val="00A11E87"/>
    <w:rsid w:val="00A20497"/>
    <w:rsid w:val="00A21A50"/>
    <w:rsid w:val="00A22D88"/>
    <w:rsid w:val="00A234E4"/>
    <w:rsid w:val="00A433D1"/>
    <w:rsid w:val="00A5456C"/>
    <w:rsid w:val="00A54BC6"/>
    <w:rsid w:val="00A71BC7"/>
    <w:rsid w:val="00A74184"/>
    <w:rsid w:val="00A8498C"/>
    <w:rsid w:val="00A901CF"/>
    <w:rsid w:val="00A9710C"/>
    <w:rsid w:val="00AA4C07"/>
    <w:rsid w:val="00AA4F8C"/>
    <w:rsid w:val="00AA6827"/>
    <w:rsid w:val="00AC4BF8"/>
    <w:rsid w:val="00AD00A3"/>
    <w:rsid w:val="00AD3CB0"/>
    <w:rsid w:val="00AD7512"/>
    <w:rsid w:val="00AE0669"/>
    <w:rsid w:val="00AF06F0"/>
    <w:rsid w:val="00AF5467"/>
    <w:rsid w:val="00B11067"/>
    <w:rsid w:val="00B14608"/>
    <w:rsid w:val="00B22D05"/>
    <w:rsid w:val="00B26922"/>
    <w:rsid w:val="00B326BA"/>
    <w:rsid w:val="00B40119"/>
    <w:rsid w:val="00B421F5"/>
    <w:rsid w:val="00B42704"/>
    <w:rsid w:val="00B4423F"/>
    <w:rsid w:val="00B4629D"/>
    <w:rsid w:val="00B51710"/>
    <w:rsid w:val="00B562E2"/>
    <w:rsid w:val="00B855E0"/>
    <w:rsid w:val="00B933ED"/>
    <w:rsid w:val="00BA413A"/>
    <w:rsid w:val="00BA6823"/>
    <w:rsid w:val="00BA727A"/>
    <w:rsid w:val="00BB1FBB"/>
    <w:rsid w:val="00BD0261"/>
    <w:rsid w:val="00BE16FF"/>
    <w:rsid w:val="00BE4CF6"/>
    <w:rsid w:val="00BE4E91"/>
    <w:rsid w:val="00BF2133"/>
    <w:rsid w:val="00BF2E61"/>
    <w:rsid w:val="00C03618"/>
    <w:rsid w:val="00C1064A"/>
    <w:rsid w:val="00C114D1"/>
    <w:rsid w:val="00C12EFC"/>
    <w:rsid w:val="00C13B80"/>
    <w:rsid w:val="00C14DD1"/>
    <w:rsid w:val="00C20008"/>
    <w:rsid w:val="00C262D1"/>
    <w:rsid w:val="00C30851"/>
    <w:rsid w:val="00C30938"/>
    <w:rsid w:val="00C37354"/>
    <w:rsid w:val="00C52EDE"/>
    <w:rsid w:val="00C53398"/>
    <w:rsid w:val="00C54207"/>
    <w:rsid w:val="00C6077E"/>
    <w:rsid w:val="00C62606"/>
    <w:rsid w:val="00C7015D"/>
    <w:rsid w:val="00C71958"/>
    <w:rsid w:val="00C721DF"/>
    <w:rsid w:val="00C73B71"/>
    <w:rsid w:val="00C76471"/>
    <w:rsid w:val="00C81067"/>
    <w:rsid w:val="00C83CD6"/>
    <w:rsid w:val="00C84087"/>
    <w:rsid w:val="00C916F4"/>
    <w:rsid w:val="00C935B0"/>
    <w:rsid w:val="00CB203B"/>
    <w:rsid w:val="00CB2346"/>
    <w:rsid w:val="00CC23F7"/>
    <w:rsid w:val="00CC6416"/>
    <w:rsid w:val="00CC7F42"/>
    <w:rsid w:val="00CD3748"/>
    <w:rsid w:val="00CD6B20"/>
    <w:rsid w:val="00CE1643"/>
    <w:rsid w:val="00CE5215"/>
    <w:rsid w:val="00CE5BCC"/>
    <w:rsid w:val="00CF10EC"/>
    <w:rsid w:val="00CF701A"/>
    <w:rsid w:val="00D16F48"/>
    <w:rsid w:val="00D17A0A"/>
    <w:rsid w:val="00D22F0E"/>
    <w:rsid w:val="00D3265A"/>
    <w:rsid w:val="00D37735"/>
    <w:rsid w:val="00D37D66"/>
    <w:rsid w:val="00D41B34"/>
    <w:rsid w:val="00D43BC1"/>
    <w:rsid w:val="00D47208"/>
    <w:rsid w:val="00D5375A"/>
    <w:rsid w:val="00D62EFE"/>
    <w:rsid w:val="00D6414C"/>
    <w:rsid w:val="00D73552"/>
    <w:rsid w:val="00D73D9F"/>
    <w:rsid w:val="00D82422"/>
    <w:rsid w:val="00DA3ED9"/>
    <w:rsid w:val="00DA619B"/>
    <w:rsid w:val="00DA6D94"/>
    <w:rsid w:val="00DB1A5B"/>
    <w:rsid w:val="00DB1F6E"/>
    <w:rsid w:val="00DC7281"/>
    <w:rsid w:val="00DC7A28"/>
    <w:rsid w:val="00DD6641"/>
    <w:rsid w:val="00DE6989"/>
    <w:rsid w:val="00DE7A69"/>
    <w:rsid w:val="00DF5AA1"/>
    <w:rsid w:val="00DF69A1"/>
    <w:rsid w:val="00E07220"/>
    <w:rsid w:val="00E07BDB"/>
    <w:rsid w:val="00E16F36"/>
    <w:rsid w:val="00E214CB"/>
    <w:rsid w:val="00E22849"/>
    <w:rsid w:val="00E26634"/>
    <w:rsid w:val="00E3771E"/>
    <w:rsid w:val="00E55DCC"/>
    <w:rsid w:val="00E60815"/>
    <w:rsid w:val="00E66183"/>
    <w:rsid w:val="00E713C7"/>
    <w:rsid w:val="00E80474"/>
    <w:rsid w:val="00E82941"/>
    <w:rsid w:val="00E86DA9"/>
    <w:rsid w:val="00E930E4"/>
    <w:rsid w:val="00E9315B"/>
    <w:rsid w:val="00E965B8"/>
    <w:rsid w:val="00EA2ACC"/>
    <w:rsid w:val="00EA60DF"/>
    <w:rsid w:val="00EB211D"/>
    <w:rsid w:val="00EC385F"/>
    <w:rsid w:val="00EC5327"/>
    <w:rsid w:val="00EE1AAD"/>
    <w:rsid w:val="00F02241"/>
    <w:rsid w:val="00F05955"/>
    <w:rsid w:val="00F10A1C"/>
    <w:rsid w:val="00F16BFD"/>
    <w:rsid w:val="00F22FB6"/>
    <w:rsid w:val="00F235E5"/>
    <w:rsid w:val="00F25605"/>
    <w:rsid w:val="00F34F93"/>
    <w:rsid w:val="00F45512"/>
    <w:rsid w:val="00F52409"/>
    <w:rsid w:val="00F553D5"/>
    <w:rsid w:val="00F56442"/>
    <w:rsid w:val="00F64746"/>
    <w:rsid w:val="00F67917"/>
    <w:rsid w:val="00F8620E"/>
    <w:rsid w:val="00F90814"/>
    <w:rsid w:val="00F96525"/>
    <w:rsid w:val="00F9767B"/>
    <w:rsid w:val="00FA319A"/>
    <w:rsid w:val="00FA6E87"/>
    <w:rsid w:val="00FB3828"/>
    <w:rsid w:val="00FB77A6"/>
    <w:rsid w:val="00FC54F0"/>
    <w:rsid w:val="00FC6462"/>
    <w:rsid w:val="00FC76C5"/>
    <w:rsid w:val="00FE0D89"/>
    <w:rsid w:val="00FE256E"/>
    <w:rsid w:val="00FF0F1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346"/>
    <w:pPr>
      <w:spacing w:after="200" w:line="276" w:lineRule="auto"/>
    </w:pPr>
    <w:rPr>
      <w:rFonts w:ascii="Calibri" w:hAnsi="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Абзац списка1"/>
    <w:basedOn w:val="Normal"/>
    <w:uiPriority w:val="99"/>
    <w:rsid w:val="00CB2346"/>
    <w:pPr>
      <w:ind w:left="720"/>
      <w:contextualSpacing/>
    </w:pPr>
  </w:style>
  <w:style w:type="paragraph" w:styleId="BodyTextIndent">
    <w:name w:val="Body Text Indent"/>
    <w:basedOn w:val="Normal"/>
    <w:link w:val="BodyTextIndentChar"/>
    <w:uiPriority w:val="99"/>
    <w:semiHidden/>
    <w:rsid w:val="00CB2346"/>
    <w:pPr>
      <w:spacing w:after="0" w:line="240" w:lineRule="auto"/>
      <w:ind w:firstLine="567"/>
      <w:jc w:val="both"/>
    </w:pPr>
    <w:rPr>
      <w:rFonts w:ascii="Times New Roman" w:hAnsi="Times New Roman"/>
      <w:sz w:val="28"/>
      <w:szCs w:val="20"/>
      <w:lang w:eastAsia="ar-SA"/>
    </w:rPr>
  </w:style>
  <w:style w:type="character" w:customStyle="1" w:styleId="BodyTextIndentChar">
    <w:name w:val="Body Text Indent Char"/>
    <w:basedOn w:val="DefaultParagraphFont"/>
    <w:link w:val="BodyTextIndent"/>
    <w:uiPriority w:val="99"/>
    <w:semiHidden/>
    <w:locked/>
    <w:rsid w:val="00CB2346"/>
    <w:rPr>
      <w:rFonts w:cs="Times New Roman"/>
      <w:sz w:val="28"/>
      <w:lang w:val="ru-RU" w:eastAsia="ar-SA" w:bidi="ar-SA"/>
    </w:rPr>
  </w:style>
  <w:style w:type="paragraph" w:styleId="Header">
    <w:name w:val="header"/>
    <w:basedOn w:val="Normal"/>
    <w:link w:val="HeaderChar"/>
    <w:uiPriority w:val="99"/>
    <w:rsid w:val="00002CB0"/>
    <w:pPr>
      <w:tabs>
        <w:tab w:val="center" w:pos="4677"/>
        <w:tab w:val="right" w:pos="9355"/>
      </w:tabs>
    </w:pPr>
  </w:style>
  <w:style w:type="character" w:customStyle="1" w:styleId="HeaderChar">
    <w:name w:val="Header Char"/>
    <w:basedOn w:val="DefaultParagraphFont"/>
    <w:link w:val="Header"/>
    <w:uiPriority w:val="99"/>
    <w:semiHidden/>
    <w:locked/>
    <w:rsid w:val="00B51710"/>
    <w:rPr>
      <w:rFonts w:ascii="Calibri" w:hAnsi="Calibri" w:cs="Times New Roman"/>
      <w:lang w:eastAsia="en-US"/>
    </w:rPr>
  </w:style>
  <w:style w:type="character" w:styleId="PageNumber">
    <w:name w:val="page number"/>
    <w:basedOn w:val="DefaultParagraphFont"/>
    <w:uiPriority w:val="99"/>
    <w:rsid w:val="00002CB0"/>
    <w:rPr>
      <w:rFonts w:cs="Times New Roman"/>
    </w:rPr>
  </w:style>
  <w:style w:type="paragraph" w:customStyle="1" w:styleId="Default">
    <w:name w:val="Default"/>
    <w:uiPriority w:val="99"/>
    <w:rsid w:val="00A20497"/>
    <w:pPr>
      <w:autoSpaceDE w:val="0"/>
      <w:autoSpaceDN w:val="0"/>
      <w:adjustRightInd w:val="0"/>
    </w:pPr>
    <w:rPr>
      <w:color w:val="000000"/>
      <w:sz w:val="24"/>
      <w:szCs w:val="24"/>
    </w:rPr>
  </w:style>
  <w:style w:type="character" w:customStyle="1" w:styleId="consplusnormal">
    <w:name w:val="consplusnormal"/>
    <w:basedOn w:val="DefaultParagraphFont"/>
    <w:uiPriority w:val="99"/>
    <w:rsid w:val="003A2EA5"/>
    <w:rPr>
      <w:rFonts w:cs="Times New Roman"/>
    </w:rPr>
  </w:style>
  <w:style w:type="character" w:customStyle="1" w:styleId="apple-converted-space">
    <w:name w:val="apple-converted-space"/>
    <w:basedOn w:val="DefaultParagraphFont"/>
    <w:uiPriority w:val="99"/>
    <w:rsid w:val="003A2EA5"/>
    <w:rPr>
      <w:rFonts w:cs="Times New Roman"/>
    </w:rPr>
  </w:style>
  <w:style w:type="paragraph" w:styleId="NormalWeb">
    <w:name w:val="Normal (Web)"/>
    <w:basedOn w:val="Normal"/>
    <w:uiPriority w:val="99"/>
    <w:rsid w:val="00F96525"/>
    <w:pPr>
      <w:spacing w:before="100" w:beforeAutospacing="1" w:after="100" w:afterAutospacing="1" w:line="240" w:lineRule="auto"/>
    </w:pPr>
    <w:rPr>
      <w:rFonts w:ascii="Times New Roman" w:hAnsi="Times New Roman"/>
      <w:sz w:val="24"/>
      <w:szCs w:val="24"/>
      <w:lang w:eastAsia="ru-RU"/>
    </w:rPr>
  </w:style>
  <w:style w:type="paragraph" w:customStyle="1" w:styleId="ConsPlusNormal0">
    <w:name w:val="ConsPlusNormal"/>
    <w:uiPriority w:val="99"/>
    <w:rsid w:val="00BA413A"/>
    <w:pPr>
      <w:autoSpaceDE w:val="0"/>
      <w:autoSpaceDN w:val="0"/>
      <w:adjustRightInd w:val="0"/>
    </w:pPr>
    <w:rPr>
      <w:sz w:val="28"/>
      <w:szCs w:val="28"/>
    </w:rPr>
  </w:style>
  <w:style w:type="character" w:styleId="Hyperlink">
    <w:name w:val="Hyperlink"/>
    <w:basedOn w:val="DefaultParagraphFont"/>
    <w:uiPriority w:val="99"/>
    <w:rsid w:val="00F8620E"/>
    <w:rPr>
      <w:rFonts w:cs="Times New Roman"/>
      <w:color w:val="0000FF"/>
      <w:u w:val="single"/>
    </w:rPr>
  </w:style>
  <w:style w:type="paragraph" w:styleId="NoSpacing">
    <w:name w:val="No Spacing"/>
    <w:uiPriority w:val="99"/>
    <w:qFormat/>
    <w:rsid w:val="0010344D"/>
    <w:rPr>
      <w:rFonts w:ascii="Calibri" w:hAnsi="Calibri" w:cs="Calibri"/>
      <w:lang w:eastAsia="en-US"/>
    </w:rPr>
  </w:style>
</w:styles>
</file>

<file path=word/webSettings.xml><?xml version="1.0" encoding="utf-8"?>
<w:webSettings xmlns:r="http://schemas.openxmlformats.org/officeDocument/2006/relationships" xmlns:w="http://schemas.openxmlformats.org/wordprocessingml/2006/main">
  <w:divs>
    <w:div w:id="1333408063">
      <w:marLeft w:val="0"/>
      <w:marRight w:val="0"/>
      <w:marTop w:val="0"/>
      <w:marBottom w:val="0"/>
      <w:divBdr>
        <w:top w:val="none" w:sz="0" w:space="0" w:color="auto"/>
        <w:left w:val="none" w:sz="0" w:space="0" w:color="auto"/>
        <w:bottom w:val="none" w:sz="0" w:space="0" w:color="auto"/>
        <w:right w:val="none" w:sz="0" w:space="0" w:color="auto"/>
      </w:divBdr>
    </w:div>
    <w:div w:id="1333408064">
      <w:marLeft w:val="0"/>
      <w:marRight w:val="0"/>
      <w:marTop w:val="0"/>
      <w:marBottom w:val="0"/>
      <w:divBdr>
        <w:top w:val="none" w:sz="0" w:space="0" w:color="auto"/>
        <w:left w:val="none" w:sz="0" w:space="0" w:color="auto"/>
        <w:bottom w:val="none" w:sz="0" w:space="0" w:color="auto"/>
        <w:right w:val="none" w:sz="0" w:space="0" w:color="auto"/>
      </w:divBdr>
    </w:div>
    <w:div w:id="1333408065">
      <w:marLeft w:val="0"/>
      <w:marRight w:val="0"/>
      <w:marTop w:val="0"/>
      <w:marBottom w:val="0"/>
      <w:divBdr>
        <w:top w:val="none" w:sz="0" w:space="0" w:color="auto"/>
        <w:left w:val="none" w:sz="0" w:space="0" w:color="auto"/>
        <w:bottom w:val="none" w:sz="0" w:space="0" w:color="auto"/>
        <w:right w:val="none" w:sz="0" w:space="0" w:color="auto"/>
      </w:divBdr>
    </w:div>
    <w:div w:id="1333408066">
      <w:marLeft w:val="0"/>
      <w:marRight w:val="0"/>
      <w:marTop w:val="0"/>
      <w:marBottom w:val="0"/>
      <w:divBdr>
        <w:top w:val="none" w:sz="0" w:space="0" w:color="auto"/>
        <w:left w:val="none" w:sz="0" w:space="0" w:color="auto"/>
        <w:bottom w:val="none" w:sz="0" w:space="0" w:color="auto"/>
        <w:right w:val="none" w:sz="0" w:space="0" w:color="auto"/>
      </w:divBdr>
    </w:div>
    <w:div w:id="13334080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A42D151DF6FBDE0E0D0A8551F13A2A36595D68D6F858D6AECC662E8FDMA0E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K1051/Local%20Settings/Temporary%20Internet%20Files/Content.IE5/Local%20Settings/Temporary%20Internet%20Files/Content.IE5/HZJMAXHV/2205_&#1056;&#1045;&#1064;&#1045;&#1053;&#1048;&#1045;%20&#1050;&#1054;&#1053;&#1050;&#1059;&#1056;&#1057;%20&#1055;&#1054;%20&#1043;&#1051;&#1040;&#1042;&#1045;.do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K1051/Local%20Settings/Temporary%20Internet%20Files/Content.IE5/Local%20Settings/Temporary%20Internet%20Files/Content.IE5/HZJMAXHV/2205_&#1056;&#1045;&#1064;&#1045;&#1053;&#1048;&#1045;%20&#1050;&#1054;&#1053;&#1050;&#1059;&#1056;&#1057;%20&#1055;&#1054;%20&#1043;&#1051;&#1040;&#1042;&#104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327</TotalTime>
  <Pages>13</Pages>
  <Words>5093</Words>
  <Characters>29031</Characters>
  <Application>Microsoft Office Outlook</Application>
  <DocSecurity>0</DocSecurity>
  <Lines>0</Lines>
  <Paragraphs>0</Paragraphs>
  <ScaleCrop>false</ScaleCrop>
  <Company>MoBIL GROUP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user</cp:lastModifiedBy>
  <cp:revision>22</cp:revision>
  <cp:lastPrinted>2017-02-06T14:24:00Z</cp:lastPrinted>
  <dcterms:created xsi:type="dcterms:W3CDTF">2017-01-20T12:01:00Z</dcterms:created>
  <dcterms:modified xsi:type="dcterms:W3CDTF">2017-02-06T14:25:00Z</dcterms:modified>
</cp:coreProperties>
</file>