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84" w:rsidRDefault="000C4284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0C4284" w:rsidRPr="000041CE" w:rsidRDefault="000C4284" w:rsidP="000041C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41CE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7</w:t>
      </w:r>
    </w:p>
    <w:p w:rsidR="000C4284" w:rsidRPr="000041CE" w:rsidRDefault="000C4284" w:rsidP="000041C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041CE">
        <w:rPr>
          <w:rFonts w:ascii="Times New Roman" w:hAnsi="Times New Roman"/>
          <w:sz w:val="28"/>
          <w:szCs w:val="28"/>
          <w:lang w:eastAsia="ru-RU"/>
        </w:rPr>
        <w:t>к муниципальной программе  «Формирование современной городской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города Фатежа         </w:t>
      </w:r>
      <w:r w:rsidRPr="000041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0041CE">
        <w:rPr>
          <w:rFonts w:ascii="Times New Roman" w:hAnsi="Times New Roman"/>
          <w:sz w:val="28"/>
          <w:szCs w:val="28"/>
          <w:lang w:eastAsia="ru-RU"/>
        </w:rPr>
        <w:t>2018-202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041CE">
        <w:rPr>
          <w:rFonts w:ascii="Times New Roman" w:hAnsi="Times New Roman"/>
          <w:sz w:val="28"/>
          <w:szCs w:val="28"/>
          <w:lang w:eastAsia="ru-RU"/>
        </w:rPr>
        <w:t xml:space="preserve"> годы»</w:t>
      </w:r>
    </w:p>
    <w:p w:rsidR="000C4284" w:rsidRPr="000041CE" w:rsidRDefault="000C4284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0C4284" w:rsidRPr="000041CE" w:rsidRDefault="000C4284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0C4284" w:rsidRPr="000041CE" w:rsidRDefault="000C4284" w:rsidP="000041CE">
      <w:pPr>
        <w:tabs>
          <w:tab w:val="left" w:pos="0"/>
        </w:tabs>
        <w:spacing w:after="0" w:line="240" w:lineRule="auto"/>
        <w:ind w:firstLine="4962"/>
        <w:rPr>
          <w:rFonts w:ascii="Times New Roman" w:hAnsi="Times New Roman"/>
          <w:b/>
          <w:color w:val="FFFFFF"/>
          <w:sz w:val="20"/>
          <w:szCs w:val="20"/>
          <w:lang w:eastAsia="ru-RU"/>
        </w:rPr>
      </w:pPr>
    </w:p>
    <w:p w:rsidR="000C4284" w:rsidRPr="000041CE" w:rsidRDefault="000C4284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41CE">
        <w:rPr>
          <w:rFonts w:ascii="Times New Roman" w:hAnsi="Times New Roman"/>
          <w:b/>
          <w:sz w:val="28"/>
          <w:szCs w:val="28"/>
          <w:lang w:eastAsia="ru-RU"/>
        </w:rPr>
        <w:t>Ориентировочная нормативная стоимость</w:t>
      </w:r>
    </w:p>
    <w:p w:rsidR="000C4284" w:rsidRPr="000041CE" w:rsidRDefault="000C4284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Arial"/>
          <w:b/>
          <w:bCs/>
          <w:sz w:val="28"/>
          <w:szCs w:val="28"/>
          <w:lang w:eastAsia="ru-RU"/>
        </w:rPr>
      </w:pPr>
      <w:r w:rsidRPr="000041CE">
        <w:rPr>
          <w:rFonts w:ascii="Times New Roman" w:hAnsi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</w:p>
    <w:p w:rsidR="000C4284" w:rsidRPr="000041CE" w:rsidRDefault="000C4284" w:rsidP="000041CE">
      <w:pPr>
        <w:shd w:val="clear" w:color="auto" w:fill="FFFFFF"/>
        <w:spacing w:after="0" w:line="240" w:lineRule="auto"/>
        <w:ind w:left="23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2426"/>
        <w:gridCol w:w="2815"/>
        <w:gridCol w:w="4223"/>
      </w:tblGrid>
      <w:tr w:rsidR="000C4284" w:rsidRPr="00981049" w:rsidTr="00BB51D3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0C4284" w:rsidRPr="00981049" w:rsidTr="00BB51D3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>1 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1" w:name="__DdeLink__1035_1268924339"/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  <w:bookmarkEnd w:id="1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val="de-DE" w:eastAsia="ja-JP" w:bidi="fa-IR"/>
                </w:rPr>
                <w:t xml:space="preserve">1 </w:t>
              </w:r>
              <w:r w:rsidRPr="000041CE">
                <w:rPr>
                  <w:rFonts w:ascii="Times New Roman" w:hAnsi="Times New Roman" w:cs="Tahoma"/>
                  <w:kern w:val="3"/>
                  <w:sz w:val="24"/>
                  <w:szCs w:val="24"/>
                  <w:lang w:eastAsia="ja-JP" w:bidi="fa-IR"/>
                </w:rPr>
                <w:t>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0C4284" w:rsidRPr="00981049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0C4284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Замена поребрика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поребрика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0C4284" w:rsidRPr="00981049" w:rsidTr="00BB51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0C4284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C4284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0C4284" w:rsidRPr="00981049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0C4284" w:rsidRPr="00981049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498</w:t>
            </w:r>
          </w:p>
        </w:tc>
      </w:tr>
      <w:tr w:rsidR="000C4284" w:rsidRPr="00981049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живой однорядной изгороди путем посадки саженцев кустарников с оголенной корневой системой (заготовка 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 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873</w:t>
            </w:r>
          </w:p>
        </w:tc>
      </w:tr>
      <w:tr w:rsidR="000C4284" w:rsidRPr="00981049" w:rsidTr="00BB51D3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газона обыкновенного с внесением растительной земли слоем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15 см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</w:t>
              </w: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</w:t>
              </w: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288</w:t>
            </w:r>
          </w:p>
        </w:tc>
      </w:tr>
      <w:tr w:rsidR="000C4284" w:rsidRPr="00981049" w:rsidTr="00BB51D3">
        <w:trPr>
          <w:trHeight w:val="2187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цветника с однолетним посадочным материалом, плотность посадки 40 шт./кв.м (устройство корыта, подготовка почвы с подсыпкой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20 см</w:t>
              </w:r>
            </w:smartTag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0C4284" w:rsidRPr="00981049" w:rsidTr="00BB51D3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0041CE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кв. м</w:t>
              </w:r>
            </w:smartTag>
          </w:p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C4284" w:rsidRPr="00981049" w:rsidTr="00BB51D3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45741A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 w:cs="Tahoma"/>
                <w:kern w:val="3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4284" w:rsidRPr="000041CE" w:rsidRDefault="000C4284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hAnsi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:rsidR="000C4284" w:rsidRPr="000041CE" w:rsidRDefault="000C4284" w:rsidP="000041CE">
      <w:pPr>
        <w:jc w:val="center"/>
        <w:rPr>
          <w:rFonts w:ascii="Times New Roman" w:hAnsi="Times New Roman"/>
          <w:sz w:val="28"/>
          <w:szCs w:val="28"/>
        </w:rPr>
      </w:pPr>
    </w:p>
    <w:p w:rsidR="000C4284" w:rsidRDefault="000C4284" w:rsidP="000041CE">
      <w:pPr>
        <w:rPr>
          <w:rFonts w:ascii="Times New Roman" w:hAnsi="Times New Roman"/>
          <w:sz w:val="28"/>
          <w:szCs w:val="28"/>
        </w:rPr>
      </w:pPr>
    </w:p>
    <w:p w:rsidR="000C4284" w:rsidRDefault="000C4284" w:rsidP="000041CE">
      <w:pPr>
        <w:rPr>
          <w:rFonts w:ascii="Times New Roman" w:hAnsi="Times New Roman"/>
          <w:sz w:val="28"/>
          <w:szCs w:val="28"/>
        </w:rPr>
      </w:pPr>
    </w:p>
    <w:p w:rsidR="000C4284" w:rsidRDefault="000C4284" w:rsidP="000041CE">
      <w:pPr>
        <w:rPr>
          <w:rFonts w:ascii="Times New Roman" w:hAnsi="Times New Roman"/>
          <w:sz w:val="28"/>
          <w:szCs w:val="28"/>
        </w:rPr>
      </w:pPr>
    </w:p>
    <w:p w:rsidR="000C4284" w:rsidRDefault="000C4284" w:rsidP="000041CE">
      <w:pPr>
        <w:rPr>
          <w:rFonts w:ascii="Times New Roman" w:hAnsi="Times New Roman"/>
          <w:sz w:val="28"/>
          <w:szCs w:val="28"/>
        </w:rPr>
      </w:pPr>
    </w:p>
    <w:p w:rsidR="000C4284" w:rsidRPr="000041CE" w:rsidRDefault="000C4284" w:rsidP="000041CE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393"/>
        <w:gridCol w:w="1825"/>
        <w:gridCol w:w="2393"/>
      </w:tblGrid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049">
              <w:rPr>
                <w:rFonts w:ascii="Times New Roman" w:hAnsi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ДИК 1.252</w:t>
            </w:r>
          </w:p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152132</w:t>
            </w:r>
          </w:p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107935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13642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8352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Горка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981049">
                <w:rPr>
                  <w:rFonts w:ascii="Times New Roman" w:hAnsi="Times New Roman"/>
                  <w:sz w:val="24"/>
                  <w:szCs w:val="24"/>
                </w:rPr>
                <w:t>1,2 м</w:t>
              </w:r>
            </w:smartTag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35125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Горка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981049">
                <w:rPr>
                  <w:rFonts w:ascii="Times New Roman" w:hAnsi="Times New Roman"/>
                  <w:sz w:val="24"/>
                  <w:szCs w:val="24"/>
                </w:rPr>
                <w:t>1,5 м</w:t>
              </w:r>
            </w:smartTag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43849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17918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27194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68993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558253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Карусель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981049">
                <w:rPr>
                  <w:rFonts w:ascii="Times New Roman" w:hAnsi="Times New Roman"/>
                  <w:sz w:val="24"/>
                  <w:szCs w:val="24"/>
                </w:rPr>
                <w:t>1,5 м</w:t>
              </w:r>
            </w:smartTag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39668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44899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91703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33267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16140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134395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40188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67055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26904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7832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12322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3476</w:t>
            </w:r>
          </w:p>
        </w:tc>
      </w:tr>
      <w:tr w:rsidR="000C4284" w:rsidRPr="00981049" w:rsidTr="00981049">
        <w:trPr>
          <w:trHeight w:val="552"/>
        </w:trPr>
        <w:tc>
          <w:tcPr>
            <w:tcW w:w="959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:rsidR="000C4284" w:rsidRPr="00981049" w:rsidRDefault="000C4284" w:rsidP="009810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049">
              <w:rPr>
                <w:rFonts w:ascii="Times New Roman" w:hAnsi="Times New Roman"/>
                <w:sz w:val="24"/>
                <w:szCs w:val="24"/>
              </w:rPr>
              <w:t>26515</w:t>
            </w:r>
          </w:p>
        </w:tc>
      </w:tr>
    </w:tbl>
    <w:p w:rsidR="000C4284" w:rsidRPr="000041CE" w:rsidRDefault="000C4284" w:rsidP="000041CE">
      <w:pPr>
        <w:jc w:val="center"/>
        <w:rPr>
          <w:rFonts w:ascii="Times New Roman" w:hAnsi="Times New Roman"/>
          <w:sz w:val="28"/>
          <w:szCs w:val="28"/>
        </w:rPr>
      </w:pPr>
    </w:p>
    <w:p w:rsidR="000C4284" w:rsidRPr="000041CE" w:rsidRDefault="000C4284" w:rsidP="007B6303">
      <w:pPr>
        <w:tabs>
          <w:tab w:val="left" w:pos="537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4284" w:rsidRDefault="000C4284" w:rsidP="00A527D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0C4284" w:rsidSect="00FD77F0">
      <w:headerReference w:type="even" r:id="rId7"/>
      <w:headerReference w:type="default" r:id="rId8"/>
      <w:pgSz w:w="11906" w:h="16838"/>
      <w:pgMar w:top="1134" w:right="851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284" w:rsidRDefault="000C4284" w:rsidP="00F91738">
      <w:pPr>
        <w:spacing w:after="0" w:line="240" w:lineRule="auto"/>
      </w:pPr>
      <w:r>
        <w:separator/>
      </w:r>
    </w:p>
  </w:endnote>
  <w:endnote w:type="continuationSeparator" w:id="0">
    <w:p w:rsidR="000C4284" w:rsidRDefault="000C4284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284" w:rsidRDefault="000C4284" w:rsidP="00F91738">
      <w:pPr>
        <w:spacing w:after="0" w:line="240" w:lineRule="auto"/>
      </w:pPr>
      <w:r>
        <w:separator/>
      </w:r>
    </w:p>
  </w:footnote>
  <w:footnote w:type="continuationSeparator" w:id="0">
    <w:p w:rsidR="000C4284" w:rsidRDefault="000C4284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284" w:rsidRDefault="000C4284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0C4284" w:rsidRDefault="000C42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284" w:rsidRDefault="000C4284">
    <w:pPr>
      <w:pStyle w:val="Header"/>
      <w:jc w:val="center"/>
    </w:pPr>
    <w:fldSimple w:instr="PAGE   \* MERGEFORMAT">
      <w:r>
        <w:rPr>
          <w:noProof/>
        </w:rPr>
        <w:t>111</w:t>
      </w:r>
    </w:fldSimple>
  </w:p>
  <w:p w:rsidR="000C4284" w:rsidRPr="007D541A" w:rsidRDefault="000C4284" w:rsidP="00B531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775A5"/>
    <w:rsid w:val="000A0968"/>
    <w:rsid w:val="000A17E5"/>
    <w:rsid w:val="000A255E"/>
    <w:rsid w:val="000B37C9"/>
    <w:rsid w:val="000C4284"/>
    <w:rsid w:val="000E5C26"/>
    <w:rsid w:val="000F29BD"/>
    <w:rsid w:val="000F6AB2"/>
    <w:rsid w:val="001037C2"/>
    <w:rsid w:val="00133528"/>
    <w:rsid w:val="00137F1E"/>
    <w:rsid w:val="00145F32"/>
    <w:rsid w:val="0015004D"/>
    <w:rsid w:val="00151023"/>
    <w:rsid w:val="00165084"/>
    <w:rsid w:val="001739C6"/>
    <w:rsid w:val="001A79DE"/>
    <w:rsid w:val="001B412E"/>
    <w:rsid w:val="001B7E57"/>
    <w:rsid w:val="001C18E6"/>
    <w:rsid w:val="001D0D3F"/>
    <w:rsid w:val="001D558B"/>
    <w:rsid w:val="001D617D"/>
    <w:rsid w:val="001D63AC"/>
    <w:rsid w:val="001F3757"/>
    <w:rsid w:val="0020283D"/>
    <w:rsid w:val="00211A04"/>
    <w:rsid w:val="00214DA2"/>
    <w:rsid w:val="00217C20"/>
    <w:rsid w:val="00222E5E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038D3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247E4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B221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81049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3625C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06A84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8DF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DF7901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D77F0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basedOn w:val="DefaultParagraphFont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10"/>
    <w:rsid w:val="004844E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58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1789</TotalTime>
  <Pages>5</Pages>
  <Words>616</Words>
  <Characters>3513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2019-03-29T06:53:00Z</cp:lastPrinted>
  <dcterms:created xsi:type="dcterms:W3CDTF">2018-04-27T09:06:00Z</dcterms:created>
  <dcterms:modified xsi:type="dcterms:W3CDTF">2019-03-29T06:53:00Z</dcterms:modified>
</cp:coreProperties>
</file>